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842A6B" w:rsidRPr="004A4D96" w:rsidP="004A4D96">
      <w:pPr>
        <w:pStyle w:val="PlainText"/>
        <w:ind w:firstLine="400" w:firstLineChars="200"/>
        <w:jc w:val="center"/>
        <w:rPr>
          <w:rFonts w:hAnsi="宋体" w:cs="Arial Unicode MS"/>
        </w:rPr>
      </w:pPr>
      <w:r>
        <w:rPr>
          <w:rFonts w:hAnsi="宋体" w:cs="Arial Unicode M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65pt;margin-top:850pt;mso-position-horizontal-relative:page;mso-position-vertical-relative:top-margin-area;position:absolute;width:26pt;z-index:251658240">
            <v:imagedata r:id="rId4" o:title=""/>
          </v:shape>
        </w:pict>
      </w:r>
      <w:r w:rsidRPr="004A4D96">
        <w:rPr>
          <w:rFonts w:hAnsi="宋体" w:cs="Arial Unicode MS"/>
        </w:rPr>
        <w:t>2019</w:t>
      </w:r>
      <w:r w:rsidRPr="004A4D96">
        <w:rPr>
          <w:rFonts w:hAnsi="宋体" w:cs="Arial Unicode MS" w:hint="eastAsia"/>
        </w:rPr>
        <w:t>年春冀教版七年级英语下册</w:t>
      </w:r>
      <w:r w:rsidRPr="004A4D96">
        <w:rPr>
          <w:rFonts w:hAnsi="宋体" w:cs="Arial Unicode MS"/>
        </w:rPr>
        <w:t>Unit 4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After School Activities</w:t>
      </w:r>
    </w:p>
    <w:p w:rsidR="00842A6B" w:rsidRPr="004A4D96" w:rsidP="009E4FD2">
      <w:pPr>
        <w:pStyle w:val="PlainText"/>
        <w:ind w:firstLine="400" w:firstLineChars="200"/>
        <w:jc w:val="left"/>
        <w:rPr>
          <w:rFonts w:hAnsi="宋体" w:cs="Arial Unicode MS"/>
        </w:rPr>
      </w:pPr>
      <w:r w:rsidRPr="004A4D96">
        <w:rPr>
          <w:rFonts w:hAnsi="宋体" w:cs="Arial Unicode MS" w:hint="eastAsia"/>
        </w:rPr>
        <w:t>Ⅰ</w:t>
      </w:r>
      <w:r w:rsidRPr="004A4D96">
        <w:rPr>
          <w:rFonts w:hAnsi="宋体" w:cs="Arial Unicode MS"/>
        </w:rPr>
        <w:t xml:space="preserve">. </w:t>
      </w:r>
      <w:r w:rsidRPr="004A4D96">
        <w:rPr>
          <w:rFonts w:hAnsi="宋体" w:cs="Arial Unicode MS" w:hint="eastAsia"/>
        </w:rPr>
        <w:t>单项选择</w:t>
      </w:r>
      <w:r w:rsidRPr="004A4D96">
        <w:rPr>
          <w:rFonts w:hAnsi="宋体" w:cs="Arial Unicode MS"/>
        </w:rPr>
        <w:t>(</w:t>
      </w:r>
      <w:r w:rsidRPr="004A4D96">
        <w:rPr>
          <w:rFonts w:hAnsi="宋体" w:cs="Arial Unicode MS" w:hint="eastAsia"/>
        </w:rPr>
        <w:t>共</w:t>
      </w:r>
      <w:r w:rsidRPr="004A4D96">
        <w:rPr>
          <w:rFonts w:hAnsi="宋体" w:cs="Arial Unicode MS"/>
        </w:rPr>
        <w:t>10</w:t>
      </w:r>
      <w:r w:rsidRPr="004A4D96">
        <w:rPr>
          <w:rFonts w:hAnsi="宋体" w:cs="Arial Unicode MS" w:hint="eastAsia"/>
        </w:rPr>
        <w:t>小题；每小题</w:t>
      </w:r>
      <w:r w:rsidRPr="004A4D96">
        <w:rPr>
          <w:rFonts w:hAnsi="宋体" w:cs="Arial Unicode MS"/>
        </w:rPr>
        <w:t>2</w:t>
      </w:r>
      <w:r w:rsidRPr="004A4D96">
        <w:rPr>
          <w:rFonts w:hAnsi="宋体" w:cs="Arial Unicode MS" w:hint="eastAsia"/>
        </w:rPr>
        <w:t>分，满分</w:t>
      </w:r>
      <w:r w:rsidRPr="004A4D96">
        <w:rPr>
          <w:rFonts w:hAnsi="宋体" w:cs="Arial Unicode MS"/>
        </w:rPr>
        <w:t>20</w:t>
      </w:r>
      <w:r w:rsidRPr="004A4D96">
        <w:rPr>
          <w:rFonts w:hAnsi="宋体" w:cs="Arial Unicode MS" w:hint="eastAsia"/>
        </w:rPr>
        <w:t>分</w:t>
      </w:r>
      <w:r w:rsidRPr="004A4D96">
        <w:rPr>
          <w:rFonts w:hAnsi="宋体" w:cs="Arial Unicode MS"/>
        </w:rPr>
        <w:t>)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1. Do you like surfing  ________ Internet?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a         B. an        C. the        D. /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2. We have many after</w:t>
      </w:r>
      <w:r w:rsidRPr="004A4D96">
        <w:rPr>
          <w:rFonts w:hAnsi="宋体" w:cs="Arial Unicode MS" w:hint="eastAsia"/>
        </w:rPr>
        <w:t>­</w:t>
      </w:r>
      <w:r w:rsidRPr="004A4D96">
        <w:rPr>
          <w:rFonts w:hAnsi="宋体" w:cs="Arial Unicode MS"/>
        </w:rPr>
        <w:t>school  ________</w:t>
      </w:r>
      <w:r w:rsidRPr="004A4D96">
        <w:rPr>
          <w:rFonts w:hAnsi="宋体" w:cs="Arial Unicode MS" w:hint="eastAsia"/>
        </w:rPr>
        <w:t>，</w:t>
      </w:r>
      <w:r w:rsidRPr="004A4D96">
        <w:rPr>
          <w:rFonts w:hAnsi="宋体" w:cs="Arial Unicode MS"/>
        </w:rPr>
        <w:t xml:space="preserve"> like chess, swimming and acting.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meetings  B. activities    C. skills      D. shapes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3. Don't waste water. Water is very important and no one can live ________ it.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without   B. with        C. except     D. besides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4. Jenny enjoys  ________ books very much.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read      B. reads       C. reading     D. to read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5. I'll take ________ of the cameras—one is for my brother, and the other is for Jim.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either     B. both        C. all         D. every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6. The girl is interested in drawing. She ________ a club next term.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joined                  B. is going to join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C. joins                   D. is joining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7. —Why not buy the blue coat?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—It's beautiful, but it's too ________. I don't have enough money.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helpful    B. expensive    C. terrible      D. funny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8. Jack ________ math. He often wins first place in math exams.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is bad at                  B. does well in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C. comes up with             D. is good for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9. Please sit here ________. Don't make a loud noise.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loudly     B. loud        C. quietly       D. quiet</w:t>
      </w:r>
    </w:p>
    <w:p w:rsidR="00842A6B" w:rsidRPr="004A4D96" w:rsidP="00207D9E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10. —________ was your weekend?—Not bad. 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How      B. What        C. Where       D. When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Ⅱ</w:t>
      </w:r>
      <w:r w:rsidRPr="004A4D96">
        <w:rPr>
          <w:rFonts w:hAnsi="宋体" w:cs="Arial Unicode MS"/>
        </w:rPr>
        <w:t>.</w:t>
      </w:r>
      <w:r w:rsidRPr="004A4D96">
        <w:rPr>
          <w:rFonts w:hAnsi="宋体" w:cs="Arial Unicode MS" w:hint="eastAsia"/>
        </w:rPr>
        <w:t>完形填空</w:t>
      </w:r>
      <w:r w:rsidRPr="004A4D96">
        <w:rPr>
          <w:rFonts w:hAnsi="宋体" w:cs="Arial Unicode MS"/>
        </w:rPr>
        <w:t>(</w:t>
      </w:r>
      <w:r w:rsidRPr="004A4D96">
        <w:rPr>
          <w:rFonts w:hAnsi="宋体" w:cs="Arial Unicode MS" w:hint="eastAsia"/>
        </w:rPr>
        <w:t>共</w:t>
      </w:r>
      <w:r w:rsidRPr="004A4D96">
        <w:rPr>
          <w:rFonts w:hAnsi="宋体" w:cs="Arial Unicode MS"/>
        </w:rPr>
        <w:t>10</w:t>
      </w:r>
      <w:r w:rsidRPr="004A4D96">
        <w:rPr>
          <w:rFonts w:hAnsi="宋体" w:cs="Arial Unicode MS" w:hint="eastAsia"/>
        </w:rPr>
        <w:t>小题；每小题</w:t>
      </w:r>
      <w:r w:rsidRPr="004A4D96">
        <w:rPr>
          <w:rFonts w:hAnsi="宋体" w:cs="Arial Unicode MS"/>
        </w:rPr>
        <w:t>2</w:t>
      </w:r>
      <w:r w:rsidRPr="004A4D96">
        <w:rPr>
          <w:rFonts w:hAnsi="宋体" w:cs="Arial Unicode MS" w:hint="eastAsia"/>
        </w:rPr>
        <w:t>分，满分</w:t>
      </w:r>
      <w:r w:rsidRPr="004A4D96">
        <w:rPr>
          <w:rFonts w:hAnsi="宋体" w:cs="Arial Unicode MS"/>
        </w:rPr>
        <w:t>20</w:t>
      </w:r>
      <w:r w:rsidRPr="004A4D96">
        <w:rPr>
          <w:rFonts w:hAnsi="宋体" w:cs="Arial Unicode MS" w:hint="eastAsia"/>
        </w:rPr>
        <w:t>分</w:t>
      </w:r>
      <w:r w:rsidRPr="004A4D96">
        <w:rPr>
          <w:rFonts w:hAnsi="宋体" w:cs="Arial Unicode MS"/>
        </w:rPr>
        <w:t>)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Dear Lucy, 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Thank you for your letter and your invitation. I really hope I can__</w:t>
      </w:r>
      <w:r w:rsidRPr="004A4D96">
        <w:rPr>
          <w:rFonts w:hAnsi="宋体" w:cs="Arial Unicode MS"/>
          <w:u w:val="single"/>
        </w:rPr>
        <w:t>11</w:t>
      </w:r>
      <w:r w:rsidRPr="004A4D96">
        <w:rPr>
          <w:rFonts w:hAnsi="宋体" w:cs="Arial Unicode MS"/>
        </w:rPr>
        <w:t>__ with you. But I have to say__</w:t>
      </w:r>
      <w:r w:rsidRPr="004A4D96">
        <w:rPr>
          <w:rFonts w:hAnsi="宋体" w:cs="Arial Unicode MS"/>
          <w:u w:val="single"/>
        </w:rPr>
        <w:t>12</w:t>
      </w:r>
      <w:r w:rsidRPr="004A4D96">
        <w:rPr>
          <w:rFonts w:hAnsi="宋体" w:cs="Arial Unicode MS"/>
        </w:rPr>
        <w:t>__ to you. I'm too__</w:t>
      </w:r>
      <w:r w:rsidRPr="004A4D96">
        <w:rPr>
          <w:rFonts w:hAnsi="宋体" w:cs="Arial Unicode MS"/>
          <w:u w:val="single"/>
        </w:rPr>
        <w:t>13</w:t>
      </w:r>
      <w:r w:rsidRPr="004A4D96">
        <w:rPr>
          <w:rFonts w:hAnsi="宋体" w:cs="Arial Unicode MS"/>
        </w:rPr>
        <w:t>__ next week!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On Monday, I'd like to see the doctor. There is __</w:t>
      </w:r>
      <w:r w:rsidRPr="004A4D96">
        <w:rPr>
          <w:rFonts w:hAnsi="宋体" w:cs="Arial Unicode MS"/>
          <w:u w:val="single"/>
        </w:rPr>
        <w:t>14</w:t>
      </w:r>
      <w:r w:rsidRPr="004A4D96">
        <w:rPr>
          <w:rFonts w:hAnsi="宋体" w:cs="Arial Unicode MS"/>
        </w:rPr>
        <w:t>__ wrong(</w:t>
      </w:r>
      <w:r w:rsidRPr="004A4D96">
        <w:rPr>
          <w:rFonts w:hAnsi="宋体" w:cs="Arial Unicode MS" w:hint="eastAsia"/>
        </w:rPr>
        <w:t>有问题的</w:t>
      </w:r>
      <w:r w:rsidRPr="004A4D96">
        <w:rPr>
          <w:rFonts w:hAnsi="宋体" w:cs="Arial Unicode MS"/>
        </w:rPr>
        <w:t>) with my__</w:t>
      </w:r>
      <w:r w:rsidRPr="004A4D96">
        <w:rPr>
          <w:rFonts w:hAnsi="宋体" w:cs="Arial Unicode MS"/>
          <w:u w:val="single"/>
        </w:rPr>
        <w:t>15</w:t>
      </w:r>
      <w:r w:rsidRPr="004A4D96">
        <w:rPr>
          <w:rFonts w:hAnsi="宋体" w:cs="Arial Unicode MS"/>
        </w:rPr>
        <w:t>__. I can't see people or things a little far__</w:t>
      </w:r>
      <w:r w:rsidRPr="004A4D96">
        <w:rPr>
          <w:rFonts w:hAnsi="宋体" w:cs="Arial Unicode MS"/>
          <w:u w:val="single"/>
        </w:rPr>
        <w:t>16</w:t>
      </w:r>
      <w:r w:rsidRPr="004A4D96">
        <w:rPr>
          <w:rFonts w:hAnsi="宋体" w:cs="Arial Unicode MS"/>
        </w:rPr>
        <w:t>__ me clearly(</w:t>
      </w:r>
      <w:r w:rsidRPr="004A4D96">
        <w:rPr>
          <w:rFonts w:hAnsi="宋体" w:cs="Arial Unicode MS" w:hint="eastAsia"/>
        </w:rPr>
        <w:t>清楚地</w:t>
      </w:r>
      <w:r w:rsidRPr="004A4D96">
        <w:rPr>
          <w:rFonts w:hAnsi="宋体" w:cs="Arial Unicode MS"/>
        </w:rPr>
        <w:t>). Maybe I should wear a pair of glasses. On Tuesday, I have football training. You know, I'm in the football team of our school. We__</w:t>
      </w:r>
      <w:r w:rsidRPr="004A4D96">
        <w:rPr>
          <w:rFonts w:hAnsi="宋体" w:cs="Arial Unicode MS"/>
          <w:u w:val="single"/>
        </w:rPr>
        <w:t>17</w:t>
      </w:r>
      <w:r w:rsidRPr="004A4D96">
        <w:rPr>
          <w:rFonts w:hAnsi="宋体" w:cs="Arial Unicode MS"/>
        </w:rPr>
        <w:t>__ an English test on Friday morning, __</w:t>
      </w:r>
      <w:r w:rsidRPr="004A4D96">
        <w:rPr>
          <w:rFonts w:hAnsi="宋体" w:cs="Arial Unicode MS"/>
          <w:u w:val="single"/>
        </w:rPr>
        <w:t>18</w:t>
      </w:r>
      <w:r w:rsidRPr="004A4D96">
        <w:rPr>
          <w:rFonts w:hAnsi="宋体" w:cs="Arial Unicode MS"/>
        </w:rPr>
        <w:t>__ on Wednesday and Thursday I have to stay home and study hard. On Friday afternoon, I'm going to a__</w:t>
      </w:r>
      <w:r w:rsidRPr="004A4D96">
        <w:rPr>
          <w:rFonts w:hAnsi="宋体" w:cs="Arial Unicode MS"/>
          <w:u w:val="single"/>
        </w:rPr>
        <w:t>19</w:t>
      </w:r>
      <w:r w:rsidRPr="004A4D96">
        <w:rPr>
          <w:rFonts w:hAnsi="宋体" w:cs="Arial Unicode MS"/>
        </w:rPr>
        <w:t xml:space="preserve">__. My favourite star Sarah Brightman will come. I like her music very much. 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Have a good time</w:t>
      </w:r>
      <w:r w:rsidRPr="004A4D96">
        <w:rPr>
          <w:rFonts w:hAnsi="宋体" w:cs="Arial Unicode MS" w:hint="eastAsia"/>
        </w:rPr>
        <w:t>！</w:t>
      </w:r>
      <w:r w:rsidRPr="004A4D96">
        <w:rPr>
          <w:rFonts w:hAnsi="宋体" w:cs="Arial Unicode MS"/>
        </w:rPr>
        <w:t>And please call me after you come__</w:t>
      </w:r>
      <w:r w:rsidRPr="004A4D96">
        <w:rPr>
          <w:rFonts w:hAnsi="宋体" w:cs="Arial Unicode MS"/>
          <w:u w:val="single"/>
        </w:rPr>
        <w:t>20</w:t>
      </w:r>
      <w:r w:rsidRPr="004A4D96">
        <w:rPr>
          <w:rFonts w:hAnsi="宋体" w:cs="Arial Unicode MS"/>
        </w:rPr>
        <w:t>__ from the camping.</w:t>
      </w:r>
    </w:p>
    <w:p w:rsidR="00842A6B" w:rsidRPr="004A4D96" w:rsidP="00207D9E">
      <w:pPr>
        <w:pStyle w:val="PlainText"/>
        <w:ind w:firstLine="400" w:firstLineChars="200"/>
        <w:jc w:val="right"/>
        <w:rPr>
          <w:rFonts w:hAnsi="宋体" w:cs="Arial Unicode MS"/>
        </w:rPr>
      </w:pPr>
      <w:r w:rsidRPr="004A4D96">
        <w:rPr>
          <w:rFonts w:hAnsi="宋体" w:cs="Arial Unicode MS"/>
        </w:rPr>
        <w:t xml:space="preserve">Yours, </w:t>
      </w:r>
    </w:p>
    <w:p w:rsidR="00842A6B" w:rsidRPr="004A4D96" w:rsidP="00207D9E">
      <w:pPr>
        <w:pStyle w:val="PlainText"/>
        <w:ind w:firstLine="400" w:firstLineChars="200"/>
        <w:jc w:val="right"/>
        <w:rPr>
          <w:rFonts w:hAnsi="宋体" w:cs="Arial Unicode MS"/>
        </w:rPr>
      </w:pPr>
      <w:r w:rsidRPr="004A4D96">
        <w:rPr>
          <w:rFonts w:hAnsi="宋体" w:cs="Arial Unicode MS"/>
        </w:rPr>
        <w:t xml:space="preserve">Linda 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11. A.go camping   B. go shopping  C. go to Hong Kong   D. go to the U. S.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12. A.hello         B. thanks      C. sorry             D. goodbye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13. A.sad          B. free        C. quick             D. busy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14. A.nothing     B. everything       C. anything         D. something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15. A.hands       B. eyes           C. ears             D. feet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16. A.from        B. to             C. of               D. with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17. A.has         B. is going to have  C. are going to have   D. had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18. A.but         B. although        C. because          D. so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19. A.supermarket  B. concert         C. bank             D. hospital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20. A.down       B. up              C. back             D. in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Ⅲ</w:t>
      </w:r>
      <w:r w:rsidRPr="004A4D96">
        <w:rPr>
          <w:rFonts w:hAnsi="宋体" w:cs="Arial Unicode MS"/>
        </w:rPr>
        <w:t>.</w:t>
      </w:r>
      <w:r w:rsidRPr="004A4D96">
        <w:rPr>
          <w:rFonts w:hAnsi="宋体" w:cs="Arial Unicode MS" w:hint="eastAsia"/>
        </w:rPr>
        <w:t>阅读理解</w:t>
      </w:r>
      <w:r w:rsidRPr="004A4D96">
        <w:rPr>
          <w:rFonts w:hAnsi="宋体" w:cs="Arial Unicode MS"/>
        </w:rPr>
        <w:t>(</w:t>
      </w:r>
      <w:r w:rsidRPr="004A4D96">
        <w:rPr>
          <w:rFonts w:hAnsi="宋体" w:cs="Arial Unicode MS" w:hint="eastAsia"/>
        </w:rPr>
        <w:t>共</w:t>
      </w:r>
      <w:r w:rsidRPr="004A4D96">
        <w:rPr>
          <w:rFonts w:hAnsi="宋体" w:cs="Arial Unicode MS"/>
        </w:rPr>
        <w:t>10</w:t>
      </w:r>
      <w:r w:rsidRPr="004A4D96">
        <w:rPr>
          <w:rFonts w:hAnsi="宋体" w:cs="Arial Unicode MS" w:hint="eastAsia"/>
        </w:rPr>
        <w:t>小题；每小题</w:t>
      </w:r>
      <w:r w:rsidRPr="004A4D96">
        <w:rPr>
          <w:rFonts w:hAnsi="宋体" w:cs="Arial Unicode MS"/>
        </w:rPr>
        <w:t>2</w:t>
      </w:r>
      <w:r w:rsidRPr="004A4D96">
        <w:rPr>
          <w:rFonts w:hAnsi="宋体" w:cs="Arial Unicode MS" w:hint="eastAsia"/>
        </w:rPr>
        <w:t>分，满分</w:t>
      </w:r>
      <w:r w:rsidRPr="004A4D96">
        <w:rPr>
          <w:rFonts w:hAnsi="宋体" w:cs="Arial Unicode MS"/>
        </w:rPr>
        <w:t>20</w:t>
      </w:r>
      <w:r w:rsidRPr="004A4D96">
        <w:rPr>
          <w:rFonts w:hAnsi="宋体" w:cs="Arial Unicode MS" w:hint="eastAsia"/>
        </w:rPr>
        <w:t>分</w:t>
      </w:r>
      <w:r w:rsidRPr="004A4D96">
        <w:rPr>
          <w:rFonts w:hAnsi="宋体" w:cs="Arial Unicode MS"/>
        </w:rPr>
        <w:t>)</w:t>
      </w:r>
    </w:p>
    <w:p w:rsidR="00842A6B" w:rsidRPr="004A4D96" w:rsidP="004A4D96">
      <w:pPr>
        <w:pStyle w:val="PlainText"/>
        <w:ind w:firstLine="400" w:firstLineChars="200"/>
        <w:jc w:val="center"/>
        <w:rPr>
          <w:rFonts w:hAnsi="宋体" w:cs="Arial Unicode MS"/>
        </w:rPr>
      </w:pPr>
      <w:r w:rsidRPr="004A4D96">
        <w:rPr>
          <w:rFonts w:hAnsi="宋体" w:cs="Arial Unicode MS"/>
          <w:b/>
        </w:rPr>
        <w:t>A</w:t>
      </w:r>
    </w:p>
    <w:p w:rsidR="00842A6B" w:rsidRPr="004A4D96" w:rsidP="004A4D96">
      <w:pPr>
        <w:pStyle w:val="PlainText"/>
        <w:ind w:firstLine="400" w:firstLineChars="200"/>
        <w:jc w:val="center"/>
        <w:rPr>
          <w:rFonts w:hAnsi="宋体" w:cs="Arial Unicode MS"/>
        </w:rPr>
      </w:pPr>
      <w:r w:rsidRPr="004A4D96">
        <w:rPr>
          <w:rFonts w:hAnsi="宋体" w:cs="Arial Unicode MS"/>
          <w:b/>
        </w:rPr>
        <w:t xml:space="preserve">Welcome to Kids' Club </w:t>
      </w:r>
    </w:p>
    <w:tbl>
      <w:tblPr>
        <w:tblW w:w="6315" w:type="dxa"/>
        <w:jc w:val="center"/>
        <w:tblInd w:w="1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6"/>
        <w:gridCol w:w="3199"/>
      </w:tblGrid>
      <w:tr w:rsidTr="007E7E52">
        <w:tblPrEx>
          <w:tblW w:w="6315" w:type="dxa"/>
          <w:jc w:val="center"/>
          <w:tblInd w:w="157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jc w:val="center"/>
        </w:trPr>
        <w:tc>
          <w:tcPr>
            <w:tcW w:w="3116" w:type="dxa"/>
            <w:vAlign w:val="center"/>
          </w:tcPr>
          <w:p w:rsidR="00842A6B" w:rsidRPr="004A4D96" w:rsidP="00FE5E5F">
            <w:pPr>
              <w:pStyle w:val="PlainText"/>
              <w:jc w:val="center"/>
              <w:rPr>
                <w:rFonts w:hAnsi="宋体" w:cs="Arial Unicode MS"/>
              </w:rPr>
            </w:pPr>
            <w:r w:rsidRPr="004A4D96">
              <w:rPr>
                <w:rFonts w:hAnsi="宋体" w:cs="Arial Unicode MS" w:hint="eastAsia"/>
              </w:rPr>
              <w:t>　　　</w:t>
            </w:r>
            <w:r w:rsidRPr="004A4D96">
              <w:rPr>
                <w:rFonts w:hAnsi="宋体" w:cs="Arial Unicode MS"/>
                <w:b/>
              </w:rPr>
              <w:t>Volleyball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 xml:space="preserve">Time: 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  <w:lang w:val="da-DK"/>
              </w:rPr>
            </w:pPr>
            <w:r w:rsidRPr="004A4D96">
              <w:rPr>
                <w:rFonts w:hAnsi="宋体" w:cs="Arial Unicode MS"/>
              </w:rPr>
              <w:t xml:space="preserve">Mon., Thurs. </w:t>
            </w:r>
            <w:r w:rsidRPr="004A4D96">
              <w:rPr>
                <w:rFonts w:hAnsi="宋体" w:cs="Arial Unicode MS"/>
                <w:lang w:val="da-DK"/>
              </w:rPr>
              <w:t>&amp; Fri.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  <w:lang w:val="da-DK"/>
              </w:rPr>
            </w:pPr>
            <w:r w:rsidRPr="004A4D96">
              <w:rPr>
                <w:rFonts w:hAnsi="宋体" w:cs="Arial Unicode MS"/>
                <w:lang w:val="da-DK"/>
              </w:rPr>
              <w:t>9</w:t>
            </w:r>
            <w:r w:rsidRPr="004A4D96">
              <w:rPr>
                <w:rFonts w:hAnsi="宋体" w:cs="Arial Unicode MS" w:hint="eastAsia"/>
                <w:lang w:val="da-DK"/>
              </w:rPr>
              <w:t>：</w:t>
            </w:r>
            <w:r w:rsidRPr="004A4D96">
              <w:rPr>
                <w:rFonts w:hAnsi="宋体" w:cs="Arial Unicode MS"/>
                <w:lang w:val="da-DK"/>
              </w:rPr>
              <w:t>00 a. m.—11</w:t>
            </w:r>
            <w:r w:rsidRPr="004A4D96">
              <w:rPr>
                <w:rFonts w:hAnsi="宋体" w:cs="Arial Unicode MS" w:hint="eastAsia"/>
                <w:lang w:val="da-DK"/>
              </w:rPr>
              <w:t>：</w:t>
            </w:r>
            <w:r w:rsidRPr="004A4D96">
              <w:rPr>
                <w:rFonts w:hAnsi="宋体" w:cs="Arial Unicode MS"/>
                <w:lang w:val="da-DK"/>
              </w:rPr>
              <w:t>00 a. m.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Place: Room 101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Teacher: Mr. Wood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Tel: 85673567</w:t>
            </w:r>
          </w:p>
        </w:tc>
        <w:tc>
          <w:tcPr>
            <w:tcW w:w="3199" w:type="dxa"/>
            <w:vAlign w:val="center"/>
          </w:tcPr>
          <w:p w:rsidR="00842A6B" w:rsidRPr="004A4D96" w:rsidP="00FE5E5F">
            <w:pPr>
              <w:pStyle w:val="PlainText"/>
              <w:jc w:val="center"/>
              <w:rPr>
                <w:rFonts w:hAnsi="宋体" w:cs="Arial Unicode MS"/>
              </w:rPr>
            </w:pPr>
            <w:r w:rsidRPr="004A4D96">
              <w:rPr>
                <w:rFonts w:hAnsi="宋体" w:cs="Arial Unicode MS" w:hint="eastAsia"/>
              </w:rPr>
              <w:t>　　　</w:t>
            </w:r>
            <w:r w:rsidRPr="004A4D96">
              <w:rPr>
                <w:rFonts w:hAnsi="宋体" w:cs="Arial Unicode MS"/>
                <w:b/>
              </w:rPr>
              <w:t>Skating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 xml:space="preserve">Time: 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Tues., Wed.&amp; Fri.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9</w:t>
            </w:r>
            <w:r w:rsidRPr="004A4D96">
              <w:rPr>
                <w:rFonts w:hAnsi="宋体" w:cs="Arial Unicode MS" w:hint="eastAsia"/>
              </w:rPr>
              <w:t>：</w:t>
            </w:r>
            <w:r w:rsidRPr="004A4D96">
              <w:rPr>
                <w:rFonts w:hAnsi="宋体" w:cs="Arial Unicode MS"/>
              </w:rPr>
              <w:t>00 a. m.—11</w:t>
            </w:r>
            <w:r w:rsidRPr="004A4D96">
              <w:rPr>
                <w:rFonts w:hAnsi="宋体" w:cs="Arial Unicode MS" w:hint="eastAsia"/>
              </w:rPr>
              <w:t>：</w:t>
            </w:r>
            <w:r w:rsidRPr="004A4D96">
              <w:rPr>
                <w:rFonts w:hAnsi="宋体" w:cs="Arial Unicode MS"/>
              </w:rPr>
              <w:t>00 a. m.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Place: Room 102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Teacher: Miss Zhou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Tel: 85679481</w:t>
            </w:r>
          </w:p>
        </w:tc>
      </w:tr>
      <w:tr w:rsidTr="007E7E52">
        <w:tblPrEx>
          <w:tblW w:w="6315" w:type="dxa"/>
          <w:jc w:val="center"/>
          <w:tblInd w:w="1573" w:type="dxa"/>
          <w:tblLayout w:type="fixed"/>
          <w:tblLook w:val="0000"/>
        </w:tblPrEx>
        <w:trPr>
          <w:jc w:val="center"/>
        </w:trPr>
        <w:tc>
          <w:tcPr>
            <w:tcW w:w="3116" w:type="dxa"/>
            <w:vAlign w:val="center"/>
          </w:tcPr>
          <w:p w:rsidR="00842A6B" w:rsidRPr="004A4D96" w:rsidP="00FE5E5F">
            <w:pPr>
              <w:pStyle w:val="PlainText"/>
              <w:jc w:val="center"/>
              <w:rPr>
                <w:rFonts w:hAnsi="宋体" w:cs="Arial Unicode MS"/>
              </w:rPr>
            </w:pPr>
            <w:r w:rsidRPr="004A4D96">
              <w:rPr>
                <w:rFonts w:hAnsi="宋体" w:cs="Arial Unicode MS" w:hint="eastAsia"/>
              </w:rPr>
              <w:t>　　　</w:t>
            </w:r>
            <w:r w:rsidRPr="004A4D96">
              <w:rPr>
                <w:rFonts w:hAnsi="宋体" w:cs="Arial Unicode MS"/>
                <w:b/>
              </w:rPr>
              <w:t>Table Tennis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Time</w:t>
            </w:r>
            <w:r w:rsidRPr="004A4D96">
              <w:rPr>
                <w:rFonts w:hAnsi="宋体" w:cs="Arial Unicode MS" w:hint="eastAsia"/>
              </w:rPr>
              <w:t>：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Mon., Wed., Thurs. &amp; Sun.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9</w:t>
            </w:r>
            <w:r w:rsidRPr="004A4D96">
              <w:rPr>
                <w:rFonts w:hAnsi="宋体" w:cs="Arial Unicode MS" w:hint="eastAsia"/>
              </w:rPr>
              <w:t>：</w:t>
            </w:r>
            <w:r w:rsidRPr="004A4D96">
              <w:rPr>
                <w:rFonts w:hAnsi="宋体" w:cs="Arial Unicode MS"/>
              </w:rPr>
              <w:t>00 a. m.—11</w:t>
            </w:r>
            <w:r w:rsidRPr="004A4D96">
              <w:rPr>
                <w:rFonts w:hAnsi="宋体" w:cs="Arial Unicode MS" w:hint="eastAsia"/>
              </w:rPr>
              <w:t>：</w:t>
            </w:r>
            <w:r w:rsidRPr="004A4D96">
              <w:rPr>
                <w:rFonts w:hAnsi="宋体" w:cs="Arial Unicode MS"/>
              </w:rPr>
              <w:t>00 a. m.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3</w:t>
            </w:r>
            <w:r w:rsidRPr="004A4D96">
              <w:rPr>
                <w:rFonts w:hAnsi="宋体" w:cs="Arial Unicode MS" w:hint="eastAsia"/>
              </w:rPr>
              <w:t>：</w:t>
            </w:r>
            <w:r w:rsidRPr="004A4D96">
              <w:rPr>
                <w:rFonts w:hAnsi="宋体" w:cs="Arial Unicode MS"/>
              </w:rPr>
              <w:t>00 p. m.—5</w:t>
            </w:r>
            <w:r w:rsidRPr="004A4D96">
              <w:rPr>
                <w:rFonts w:hAnsi="宋体" w:cs="Arial Unicode MS" w:hint="eastAsia"/>
              </w:rPr>
              <w:t>：</w:t>
            </w:r>
            <w:r w:rsidRPr="004A4D96">
              <w:rPr>
                <w:rFonts w:hAnsi="宋体" w:cs="Arial Unicode MS"/>
              </w:rPr>
              <w:t>00  p. m.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Place: Room 105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Teacher: Mrs. Su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Tel: 85678394</w:t>
            </w:r>
          </w:p>
        </w:tc>
        <w:tc>
          <w:tcPr>
            <w:tcW w:w="3199" w:type="dxa"/>
            <w:vAlign w:val="center"/>
          </w:tcPr>
          <w:p w:rsidR="00842A6B" w:rsidRPr="004A4D96" w:rsidP="00FE5E5F">
            <w:pPr>
              <w:pStyle w:val="PlainText"/>
              <w:jc w:val="center"/>
              <w:rPr>
                <w:rFonts w:hAnsi="宋体" w:cs="Arial Unicode MS"/>
                <w:lang w:val="da-DK"/>
              </w:rPr>
            </w:pPr>
            <w:r w:rsidRPr="004A4D96">
              <w:rPr>
                <w:rFonts w:hAnsi="宋体" w:cs="Arial Unicode MS" w:hint="eastAsia"/>
              </w:rPr>
              <w:t>　　　</w:t>
            </w:r>
            <w:r w:rsidRPr="004A4D96">
              <w:rPr>
                <w:rFonts w:hAnsi="宋体" w:cs="Arial Unicode MS"/>
                <w:b/>
                <w:lang w:val="da-DK"/>
              </w:rPr>
              <w:t>Swimming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  <w:lang w:val="da-DK"/>
              </w:rPr>
            </w:pPr>
            <w:r w:rsidRPr="004A4D96">
              <w:rPr>
                <w:rFonts w:hAnsi="宋体" w:cs="Arial Unicode MS"/>
                <w:lang w:val="da-DK"/>
              </w:rPr>
              <w:t>Time</w:t>
            </w:r>
            <w:r w:rsidRPr="004A4D96">
              <w:rPr>
                <w:rFonts w:hAnsi="宋体" w:cs="Arial Unicode MS" w:hint="eastAsia"/>
                <w:lang w:val="da-DK"/>
              </w:rPr>
              <w:t>：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  <w:lang w:val="da-DK"/>
              </w:rPr>
            </w:pPr>
            <w:r w:rsidRPr="004A4D96">
              <w:rPr>
                <w:rFonts w:hAnsi="宋体" w:cs="Arial Unicode MS"/>
                <w:lang w:val="da-DK"/>
              </w:rPr>
              <w:t>Tues., Fri., Sat. &amp; Sun.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  <w:lang w:val="da-DK"/>
              </w:rPr>
            </w:pPr>
            <w:r w:rsidRPr="004A4D96">
              <w:rPr>
                <w:rFonts w:hAnsi="宋体" w:cs="Arial Unicode MS"/>
                <w:lang w:val="da-DK"/>
              </w:rPr>
              <w:t>9</w:t>
            </w:r>
            <w:r w:rsidRPr="004A4D96">
              <w:rPr>
                <w:rFonts w:hAnsi="宋体" w:cs="Arial Unicode MS" w:hint="eastAsia"/>
                <w:lang w:val="da-DK"/>
              </w:rPr>
              <w:t>：</w:t>
            </w:r>
            <w:r w:rsidRPr="004A4D96">
              <w:rPr>
                <w:rFonts w:hAnsi="宋体" w:cs="Arial Unicode MS"/>
                <w:lang w:val="da-DK"/>
              </w:rPr>
              <w:t>00 a. m.—11</w:t>
            </w:r>
            <w:r w:rsidRPr="004A4D96">
              <w:rPr>
                <w:rFonts w:hAnsi="宋体" w:cs="Arial Unicode MS" w:hint="eastAsia"/>
                <w:lang w:val="da-DK"/>
              </w:rPr>
              <w:t>：</w:t>
            </w:r>
            <w:r w:rsidRPr="004A4D96">
              <w:rPr>
                <w:rFonts w:hAnsi="宋体" w:cs="Arial Unicode MS"/>
                <w:lang w:val="da-DK"/>
              </w:rPr>
              <w:t>00 a. m.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3</w:t>
            </w:r>
            <w:r w:rsidRPr="004A4D96">
              <w:rPr>
                <w:rFonts w:hAnsi="宋体" w:cs="Arial Unicode MS" w:hint="eastAsia"/>
              </w:rPr>
              <w:t>：</w:t>
            </w:r>
            <w:r w:rsidRPr="004A4D96">
              <w:rPr>
                <w:rFonts w:hAnsi="宋体" w:cs="Arial Unicode MS"/>
              </w:rPr>
              <w:t>00 p. m.—5</w:t>
            </w:r>
            <w:r w:rsidRPr="004A4D96">
              <w:rPr>
                <w:rFonts w:hAnsi="宋体" w:cs="Arial Unicode MS" w:hint="eastAsia"/>
              </w:rPr>
              <w:t>：</w:t>
            </w:r>
            <w:r w:rsidRPr="004A4D96">
              <w:rPr>
                <w:rFonts w:hAnsi="宋体" w:cs="Arial Unicode MS"/>
              </w:rPr>
              <w:t>00 p. m.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Place: The swimming pool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Teacher: Miss Wang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and Mr. Li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Tel: 85673668</w:t>
            </w:r>
          </w:p>
        </w:tc>
      </w:tr>
    </w:tbl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21.The place for kids to learn volleyball is ________. 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Room 105</w:t>
      </w:r>
      <w:r w:rsidRPr="004A4D96">
        <w:rPr>
          <w:rFonts w:hAnsi="宋体" w:cs="Arial Unicode MS" w:hint="eastAsia"/>
        </w:rPr>
        <w:t>　　　　</w:t>
      </w:r>
      <w:r w:rsidRPr="004A4D96">
        <w:rPr>
          <w:rFonts w:hAnsi="宋体" w:cs="Arial Unicode MS"/>
        </w:rPr>
        <w:t>B. Room 101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C. Room 102        D. Room 103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22. What is Miss Zhou?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A volleyball teacher.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B. A skating teacher.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C. A table tennis teacher.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D. A swimming teacher.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23. Jane wants to learn to play table tennis. She needs to call________. </w:t>
      </w:r>
    </w:p>
    <w:p w:rsidR="00842A6B" w:rsidRPr="004A4D96" w:rsidP="00207D9E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85678394        B. 85673668</w:t>
      </w:r>
    </w:p>
    <w:p w:rsidR="00842A6B" w:rsidRPr="004A4D96" w:rsidP="00207D9E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C. 85673567        D. 85679481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24. Kids can go to Kids' Club to learn ________ on Sunday.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skating and volleyball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B. table tennis and skating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C. table tennis and swimming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D. volleyball and table tennis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25. Which of the following is TRUE?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Mr. Wood teaches the kids to swim.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B. The kids can go to learn table tennis on Friday.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C. There is only one teacher teaching swimming in the club.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D. The club is open from 9</w:t>
      </w:r>
      <w:r w:rsidRPr="004A4D96">
        <w:rPr>
          <w:rFonts w:hAnsi="宋体" w:cs="Arial Unicode MS" w:hint="eastAsia"/>
        </w:rPr>
        <w:t>：</w:t>
      </w:r>
      <w:r w:rsidRPr="004A4D96">
        <w:rPr>
          <w:rFonts w:hAnsi="宋体" w:cs="Arial Unicode MS"/>
        </w:rPr>
        <w:t>00 a. m. to 11</w:t>
      </w:r>
      <w:r w:rsidRPr="004A4D96">
        <w:rPr>
          <w:rFonts w:hAnsi="宋体" w:cs="Arial Unicode MS" w:hint="eastAsia"/>
        </w:rPr>
        <w:t>：</w:t>
      </w:r>
      <w:r w:rsidRPr="004A4D96">
        <w:rPr>
          <w:rFonts w:hAnsi="宋体" w:cs="Arial Unicode MS"/>
        </w:rPr>
        <w:t>00  a. m. every morning.</w:t>
      </w:r>
    </w:p>
    <w:p w:rsidR="00842A6B" w:rsidRPr="004A4D96" w:rsidP="004A4D96">
      <w:pPr>
        <w:pStyle w:val="PlainText"/>
        <w:ind w:firstLine="400" w:firstLineChars="200"/>
        <w:jc w:val="center"/>
        <w:rPr>
          <w:rFonts w:hAnsi="宋体" w:cs="Arial Unicode MS"/>
        </w:rPr>
      </w:pPr>
      <w:r w:rsidRPr="004A4D96">
        <w:rPr>
          <w:rFonts w:hAnsi="宋体" w:cs="Arial Unicode MS"/>
          <w:b/>
        </w:rPr>
        <w:t>B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“</w:t>
      </w:r>
      <w:r w:rsidRPr="004A4D96">
        <w:rPr>
          <w:rFonts w:hAnsi="宋体" w:cs="Arial Unicode MS"/>
        </w:rPr>
        <w:t>Tell me what you are going to do next Sunday morning, Jim</w:t>
      </w:r>
      <w:r w:rsidRPr="004A4D96">
        <w:rPr>
          <w:rFonts w:hAnsi="宋体" w:cs="Arial Unicode MS" w:hint="eastAsia"/>
        </w:rPr>
        <w:t>，”</w:t>
      </w:r>
      <w:r w:rsidRPr="004A4D96">
        <w:rPr>
          <w:rFonts w:hAnsi="宋体" w:cs="Arial Unicode MS"/>
        </w:rPr>
        <w:t xml:space="preserve"> Mr. Wang says. </w:t>
      </w:r>
      <w:r w:rsidRPr="004A4D96">
        <w:rPr>
          <w:rFonts w:hAnsi="宋体" w:cs="Arial Unicode MS" w:hint="eastAsia"/>
        </w:rPr>
        <w:t>“</w:t>
      </w:r>
      <w:r w:rsidRPr="004A4D96">
        <w:rPr>
          <w:rFonts w:hAnsi="宋体" w:cs="Arial Unicode MS"/>
        </w:rPr>
        <w:t xml:space="preserve">I'm going to watch a new movie. It's an English movie about the life of the students in </w:t>
      </w:r>
      <w:smartTag w:uri="urn:schemas-microsoft-com:office:smarttags" w:element="place">
        <w:smartTag w:uri="urn:schemas-microsoft-com:office:smarttags" w:element="country-region">
          <w:r w:rsidRPr="004A4D96">
            <w:rPr>
              <w:rFonts w:hAnsi="宋体" w:cs="Arial Unicode MS"/>
            </w:rPr>
            <w:t>America</w:t>
          </w:r>
        </w:smartTag>
      </w:smartTag>
      <w:r w:rsidRPr="004A4D96">
        <w:rPr>
          <w:rFonts w:hAnsi="宋体" w:cs="Arial Unicode MS"/>
        </w:rPr>
        <w:t>. Bill told me it was interesting.</w:t>
      </w:r>
      <w:r w:rsidRPr="004A4D96">
        <w:rPr>
          <w:rFonts w:hAnsi="宋体" w:cs="Arial Unicode MS" w:hint="eastAsia"/>
        </w:rPr>
        <w:t>”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“</w:t>
      </w:r>
      <w:r w:rsidRPr="004A4D96">
        <w:rPr>
          <w:rFonts w:hAnsi="宋体" w:cs="Arial Unicode MS"/>
        </w:rPr>
        <w:t>After watching the movie, what are you going to do</w:t>
      </w:r>
      <w:r w:rsidRPr="004A4D96">
        <w:rPr>
          <w:rFonts w:hAnsi="宋体" w:cs="Arial Unicode MS" w:hint="eastAsia"/>
        </w:rPr>
        <w:t>？</w:t>
      </w:r>
      <w:r w:rsidRPr="004A4D96">
        <w:rPr>
          <w:rFonts w:hAnsi="宋体" w:cs="Arial Unicode MS"/>
        </w:rPr>
        <w:t xml:space="preserve">” Mr. Wang asks. </w:t>
      </w:r>
      <w:r w:rsidRPr="004A4D96">
        <w:rPr>
          <w:rFonts w:hAnsi="宋体" w:cs="Arial Unicode MS" w:hint="eastAsia"/>
        </w:rPr>
        <w:t>“</w:t>
      </w:r>
      <w:r w:rsidRPr="004A4D96">
        <w:rPr>
          <w:rFonts w:hAnsi="宋体" w:cs="Arial Unicode MS"/>
        </w:rPr>
        <w:t>I'm going to read Chinese</w:t>
      </w:r>
      <w:r w:rsidRPr="004A4D96">
        <w:rPr>
          <w:rFonts w:hAnsi="宋体" w:cs="Arial Unicode MS" w:hint="eastAsia"/>
        </w:rPr>
        <w:t>，”</w:t>
      </w:r>
      <w:r w:rsidRPr="004A4D96">
        <w:rPr>
          <w:rFonts w:hAnsi="宋体" w:cs="Arial Unicode MS"/>
        </w:rPr>
        <w:t xml:space="preserve"> Jim says. </w:t>
      </w:r>
      <w:r w:rsidRPr="004A4D96">
        <w:rPr>
          <w:rFonts w:hAnsi="宋体" w:cs="Arial Unicode MS" w:hint="eastAsia"/>
        </w:rPr>
        <w:t>“</w:t>
      </w:r>
      <w:r w:rsidRPr="004A4D96">
        <w:rPr>
          <w:rFonts w:hAnsi="宋体" w:cs="Arial Unicode MS"/>
        </w:rPr>
        <w:t>Do you like it</w:t>
      </w:r>
      <w:r w:rsidRPr="004A4D96">
        <w:rPr>
          <w:rFonts w:hAnsi="宋体" w:cs="Arial Unicode MS" w:hint="eastAsia"/>
        </w:rPr>
        <w:t>？</w:t>
      </w:r>
      <w:r w:rsidRPr="004A4D96">
        <w:rPr>
          <w:rFonts w:hAnsi="宋体" w:cs="Arial Unicode MS"/>
        </w:rPr>
        <w:t xml:space="preserve">” Mr. Wang asks. </w:t>
      </w:r>
      <w:r w:rsidRPr="004A4D96">
        <w:rPr>
          <w:rFonts w:hAnsi="宋体" w:cs="Arial Unicode MS" w:hint="eastAsia"/>
        </w:rPr>
        <w:t>“</w:t>
      </w:r>
      <w:r w:rsidRPr="004A4D96">
        <w:rPr>
          <w:rFonts w:hAnsi="宋体" w:cs="Arial Unicode MS"/>
        </w:rPr>
        <w:t>Chinese is not easy for me, but I like it very much. I am going to work hard at it. After lunch I'm going to have English and other subjects. I think I can do better than before.</w:t>
      </w:r>
      <w:r w:rsidRPr="004A4D96">
        <w:rPr>
          <w:rFonts w:hAnsi="宋体" w:cs="Arial Unicode MS" w:hint="eastAsia"/>
        </w:rPr>
        <w:t>”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“</w:t>
      </w:r>
      <w:r w:rsidRPr="004A4D96">
        <w:rPr>
          <w:rFonts w:hAnsi="宋体" w:cs="Arial Unicode MS"/>
        </w:rPr>
        <w:t>Then, what about Sunday evening</w:t>
      </w:r>
      <w:r w:rsidRPr="004A4D96">
        <w:rPr>
          <w:rFonts w:hAnsi="宋体" w:cs="Arial Unicode MS" w:hint="eastAsia"/>
        </w:rPr>
        <w:t>？</w:t>
      </w:r>
      <w:r w:rsidRPr="004A4D96">
        <w:rPr>
          <w:rFonts w:hAnsi="宋体" w:cs="Arial Unicode MS"/>
        </w:rPr>
        <w:t xml:space="preserve">” Mr. Wang asks. </w:t>
      </w:r>
      <w:r w:rsidRPr="004A4D96">
        <w:rPr>
          <w:rFonts w:hAnsi="宋体" w:cs="Arial Unicode MS" w:hint="eastAsia"/>
        </w:rPr>
        <w:t>“</w:t>
      </w:r>
      <w:r w:rsidRPr="004A4D96">
        <w:rPr>
          <w:rFonts w:hAnsi="宋体" w:cs="Arial Unicode MS"/>
        </w:rPr>
        <w:t>After supper I'm going to help Han Mei with her English. She needs my help</w:t>
      </w:r>
      <w:r w:rsidRPr="004A4D96">
        <w:rPr>
          <w:rFonts w:hAnsi="宋体" w:cs="Arial Unicode MS" w:hint="eastAsia"/>
        </w:rPr>
        <w:t>，”</w:t>
      </w:r>
      <w:r w:rsidRPr="004A4D96">
        <w:rPr>
          <w:rFonts w:hAnsi="宋体" w:cs="Arial Unicode MS"/>
        </w:rPr>
        <w:t xml:space="preserve"> Jim says.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“</w:t>
      </w:r>
      <w:r w:rsidRPr="004A4D96">
        <w:rPr>
          <w:rFonts w:hAnsi="宋体" w:cs="Arial Unicode MS"/>
        </w:rPr>
        <w:t>You are going to have a busy day</w:t>
      </w:r>
      <w:r w:rsidRPr="004A4D96">
        <w:rPr>
          <w:rFonts w:hAnsi="宋体" w:cs="Arial Unicode MS" w:hint="eastAsia"/>
        </w:rPr>
        <w:t>，”</w:t>
      </w:r>
      <w:r w:rsidRPr="004A4D96">
        <w:rPr>
          <w:rFonts w:hAnsi="宋体" w:cs="Arial Unicode MS"/>
        </w:rPr>
        <w:t xml:space="preserve"> says Mr. Wang.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26. Jim is going to ________ next Sunday morning.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watch a new movie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B. have English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C. help Han Mei with her English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D. help Mr. Wang do housework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27. The English movie is about ________. 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A. the life of the students in </w:t>
      </w:r>
      <w:smartTag w:uri="urn:schemas-microsoft-com:office:smarttags" w:element="place">
        <w:smartTag w:uri="urn:schemas-microsoft-com:office:smarttags" w:element="country-region">
          <w:r w:rsidRPr="004A4D96">
            <w:rPr>
              <w:rFonts w:hAnsi="宋体" w:cs="Arial Unicode MS"/>
            </w:rPr>
            <w:t>England</w:t>
          </w:r>
        </w:smartTag>
      </w:smartTag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B. the life of the students in </w:t>
      </w:r>
      <w:smartTag w:uri="urn:schemas-microsoft-com:office:smarttags" w:element="place">
        <w:smartTag w:uri="urn:schemas-microsoft-com:office:smarttags" w:element="country-region">
          <w:r w:rsidRPr="004A4D96">
            <w:rPr>
              <w:rFonts w:hAnsi="宋体" w:cs="Arial Unicode MS"/>
            </w:rPr>
            <w:t>America</w:t>
          </w:r>
        </w:smartTag>
      </w:smartTag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C. how to read Chinese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D. an interesting student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28. Jim thinks ________</w:t>
      </w:r>
      <w:r w:rsidRPr="004A4D96">
        <w:rPr>
          <w:rFonts w:hAnsi="宋体" w:cs="Arial Unicode MS" w:hint="eastAsia"/>
        </w:rPr>
        <w:t>，</w:t>
      </w:r>
      <w:r w:rsidRPr="004A4D96">
        <w:rPr>
          <w:rFonts w:hAnsi="宋体" w:cs="Arial Unicode MS"/>
        </w:rPr>
        <w:t xml:space="preserve"> but he likes it a lot.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Chinese is hard for him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B. Chinese is easy for him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C. Chinese is hard for Bill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D. Chinese is not easy for Mr. Wang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29. Jim is going to help Han Mei with ________. </w:t>
      </w:r>
    </w:p>
    <w:p w:rsidR="00842A6B" w:rsidRPr="004A4D96" w:rsidP="00207D9E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A. her Chinese              B. all her subjects</w:t>
      </w:r>
    </w:p>
    <w:p w:rsidR="00842A6B" w:rsidRPr="004A4D96" w:rsidP="00207D9E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C. her English              D. her homework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30. Mr. Wang and Jim may be ________. 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A. sister and brother  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B. mother and son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C. brothers  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D. teacher and student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Ⅳ</w:t>
      </w:r>
      <w:r w:rsidRPr="004A4D96">
        <w:rPr>
          <w:rFonts w:hAnsi="宋体" w:cs="Arial Unicode MS"/>
        </w:rPr>
        <w:t>.</w:t>
      </w:r>
      <w:r w:rsidRPr="004A4D96">
        <w:rPr>
          <w:rFonts w:hAnsi="宋体" w:cs="Arial Unicode MS" w:hint="eastAsia"/>
        </w:rPr>
        <w:t>词语运用</w:t>
      </w:r>
      <w:r w:rsidRPr="004A4D96">
        <w:rPr>
          <w:rFonts w:hAnsi="宋体" w:cs="Arial Unicode MS"/>
        </w:rPr>
        <w:t>(</w:t>
      </w:r>
      <w:r w:rsidRPr="004A4D96">
        <w:rPr>
          <w:rFonts w:hAnsi="宋体" w:cs="Arial Unicode MS" w:hint="eastAsia"/>
        </w:rPr>
        <w:t>共</w:t>
      </w:r>
      <w:r w:rsidRPr="004A4D96">
        <w:rPr>
          <w:rFonts w:hAnsi="宋体" w:cs="Arial Unicode MS"/>
        </w:rPr>
        <w:t>5</w:t>
      </w:r>
      <w:r w:rsidRPr="004A4D96">
        <w:rPr>
          <w:rFonts w:hAnsi="宋体" w:cs="Arial Unicode MS" w:hint="eastAsia"/>
        </w:rPr>
        <w:t>小题；每小题</w:t>
      </w:r>
      <w:r w:rsidRPr="004A4D96">
        <w:rPr>
          <w:rFonts w:hAnsi="宋体" w:cs="Arial Unicode MS"/>
        </w:rPr>
        <w:t>2</w:t>
      </w:r>
      <w:r w:rsidRPr="004A4D96">
        <w:rPr>
          <w:rFonts w:hAnsi="宋体" w:cs="Arial Unicode MS" w:hint="eastAsia"/>
        </w:rPr>
        <w:t>分，满分</w:t>
      </w:r>
      <w:r w:rsidRPr="004A4D96">
        <w:rPr>
          <w:rFonts w:hAnsi="宋体" w:cs="Arial Unicode MS"/>
        </w:rPr>
        <w:t>10</w:t>
      </w:r>
      <w:r w:rsidRPr="004A4D96">
        <w:rPr>
          <w:rFonts w:hAnsi="宋体" w:cs="Arial Unicode MS" w:hint="eastAsia"/>
        </w:rPr>
        <w:t>分</w:t>
      </w:r>
      <w:r w:rsidRPr="004A4D96">
        <w:rPr>
          <w:rFonts w:hAnsi="宋体" w:cs="Arial Unicode MS"/>
        </w:rPr>
        <w:t>)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根据短文内容及所给提示，在文中空白处填写一个正确的单词。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In our school, we can do lots of 31.________(activity) after school. We all like to join different kinds of clubs. If you want to improve your 32.________(think) skills, you can join the chess club. You can learn and have fun 33.________ the same time. I'm good at acting. So I joined the acting club. We always do lots of role play games in this club. If you want to be 34.________ (health) and stay in shape, you can join the sports club. You can play football, basketball and 35.v________. And you can also swim in the pool. It's also good exercise.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Ⅴ</w:t>
      </w:r>
      <w:r w:rsidRPr="004A4D96">
        <w:rPr>
          <w:rFonts w:hAnsi="宋体" w:cs="Arial Unicode MS"/>
        </w:rPr>
        <w:t xml:space="preserve">. </w:t>
      </w:r>
      <w:r w:rsidRPr="004A4D96">
        <w:rPr>
          <w:rFonts w:hAnsi="宋体" w:cs="Arial Unicode MS" w:hint="eastAsia"/>
        </w:rPr>
        <w:t>基础写作</w:t>
      </w:r>
      <w:r w:rsidRPr="004A4D96">
        <w:rPr>
          <w:rFonts w:hAnsi="宋体" w:cs="Arial Unicode MS"/>
        </w:rPr>
        <w:t>(</w:t>
      </w:r>
      <w:r w:rsidRPr="004A4D96">
        <w:rPr>
          <w:rFonts w:hAnsi="宋体" w:cs="Arial Unicode MS" w:hint="eastAsia"/>
        </w:rPr>
        <w:t>满分</w:t>
      </w:r>
      <w:r w:rsidRPr="004A4D96">
        <w:rPr>
          <w:rFonts w:hAnsi="宋体" w:cs="Arial Unicode MS"/>
        </w:rPr>
        <w:t>30</w:t>
      </w:r>
      <w:r w:rsidRPr="004A4D96">
        <w:rPr>
          <w:rFonts w:hAnsi="宋体" w:cs="Arial Unicode MS" w:hint="eastAsia"/>
        </w:rPr>
        <w:t>分</w:t>
      </w:r>
      <w:r w:rsidRPr="004A4D96">
        <w:rPr>
          <w:rFonts w:hAnsi="宋体" w:cs="Arial Unicode MS"/>
        </w:rPr>
        <w:t>)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A)</w:t>
      </w:r>
      <w:r w:rsidRPr="004A4D96">
        <w:rPr>
          <w:rFonts w:hAnsi="宋体" w:cs="Arial Unicode MS" w:hint="eastAsia"/>
        </w:rPr>
        <w:t>连词成句</w:t>
      </w:r>
      <w:r w:rsidRPr="004A4D96">
        <w:rPr>
          <w:rFonts w:hAnsi="宋体" w:cs="Arial Unicode MS"/>
        </w:rPr>
        <w:t>(</w:t>
      </w:r>
      <w:r w:rsidRPr="004A4D96">
        <w:rPr>
          <w:rFonts w:hAnsi="宋体" w:cs="Arial Unicode MS" w:hint="eastAsia"/>
        </w:rPr>
        <w:t>共</w:t>
      </w:r>
      <w:r w:rsidRPr="004A4D96">
        <w:rPr>
          <w:rFonts w:hAnsi="宋体" w:cs="Arial Unicode MS"/>
        </w:rPr>
        <w:t>5</w:t>
      </w:r>
      <w:r w:rsidRPr="004A4D96">
        <w:rPr>
          <w:rFonts w:hAnsi="宋体" w:cs="Arial Unicode MS" w:hint="eastAsia"/>
        </w:rPr>
        <w:t>小题；每小题</w:t>
      </w:r>
      <w:r w:rsidRPr="004A4D96">
        <w:rPr>
          <w:rFonts w:hAnsi="宋体" w:cs="Arial Unicode MS"/>
        </w:rPr>
        <w:t>2</w:t>
      </w:r>
      <w:r w:rsidRPr="004A4D96">
        <w:rPr>
          <w:rFonts w:hAnsi="宋体" w:cs="Arial Unicode MS" w:hint="eastAsia"/>
        </w:rPr>
        <w:t>分，满分</w:t>
      </w:r>
      <w:r w:rsidRPr="004A4D96">
        <w:rPr>
          <w:rFonts w:hAnsi="宋体" w:cs="Arial Unicode MS"/>
        </w:rPr>
        <w:t>10</w:t>
      </w:r>
      <w:r w:rsidRPr="004A4D96">
        <w:rPr>
          <w:rFonts w:hAnsi="宋体" w:cs="Arial Unicode MS" w:hint="eastAsia"/>
        </w:rPr>
        <w:t>分</w:t>
      </w:r>
      <w:r w:rsidRPr="004A4D96">
        <w:rPr>
          <w:rFonts w:hAnsi="宋体" w:cs="Arial Unicode MS"/>
        </w:rPr>
        <w:t>)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36. is, the, very, useful, dictionary 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________________________________________________________________________.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37. we, tomorrow, are, to, </w:t>
      </w:r>
      <w:smartTag w:uri="urn:schemas-microsoft-com:office:smarttags" w:element="place">
        <w:smartTag w:uri="urn:schemas-microsoft-com:office:smarttags" w:element="City">
          <w:r w:rsidRPr="004A4D96">
            <w:rPr>
              <w:rFonts w:hAnsi="宋体" w:cs="Arial Unicode MS"/>
            </w:rPr>
            <w:t>Shanghai</w:t>
          </w:r>
        </w:smartTag>
      </w:smartTag>
      <w:r w:rsidRPr="004A4D96">
        <w:rPr>
          <w:rFonts w:hAnsi="宋体" w:cs="Arial Unicode MS"/>
        </w:rPr>
        <w:t>, going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________________________________________________________________________.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38. often, with, my, help, I, mother, housework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________________________________________________________________________.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39. the, every, girl, practices, English, morning 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________________________________________________________________________.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40. enjoy, playing, I, instrument, my, time, an, in, free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________________________________________________________________________.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B)</w:t>
      </w:r>
      <w:r w:rsidRPr="004A4D96">
        <w:rPr>
          <w:rFonts w:hAnsi="宋体" w:cs="Arial Unicode MS" w:hint="eastAsia"/>
        </w:rPr>
        <w:t>书面表达</w:t>
      </w:r>
      <w:r w:rsidRPr="004A4D96">
        <w:rPr>
          <w:rFonts w:hAnsi="宋体" w:cs="Arial Unicode MS"/>
        </w:rPr>
        <w:t>(</w:t>
      </w:r>
      <w:r w:rsidRPr="004A4D96">
        <w:rPr>
          <w:rFonts w:hAnsi="宋体" w:cs="Arial Unicode MS" w:hint="eastAsia"/>
        </w:rPr>
        <w:t>满分</w:t>
      </w:r>
      <w:r w:rsidRPr="004A4D96">
        <w:rPr>
          <w:rFonts w:hAnsi="宋体" w:cs="Arial Unicode MS"/>
        </w:rPr>
        <w:t>20</w:t>
      </w:r>
      <w:r w:rsidRPr="004A4D96">
        <w:rPr>
          <w:rFonts w:hAnsi="宋体" w:cs="Arial Unicode MS" w:hint="eastAsia"/>
        </w:rPr>
        <w:t>分</w:t>
      </w:r>
      <w:r w:rsidRPr="004A4D96">
        <w:rPr>
          <w:rFonts w:hAnsi="宋体" w:cs="Arial Unicode MS"/>
        </w:rPr>
        <w:t>)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随着年龄的增长，我们的课外活动领域会扩大，关注点也会增多。假如你们学校的</w:t>
      </w:r>
      <w:r w:rsidRPr="004A4D96">
        <w:rPr>
          <w:rFonts w:hAnsi="宋体" w:cs="Arial Unicode MS"/>
        </w:rPr>
        <w:t>English News</w:t>
      </w:r>
      <w:r w:rsidRPr="004A4D96">
        <w:rPr>
          <w:rFonts w:hAnsi="宋体" w:cs="Arial Unicode MS" w:hint="eastAsia"/>
        </w:rPr>
        <w:t>­</w:t>
      </w:r>
      <w:r w:rsidRPr="004A4D96">
        <w:rPr>
          <w:rFonts w:hAnsi="宋体" w:cs="Arial Unicode MS"/>
        </w:rPr>
        <w:t>letter</w:t>
      </w:r>
      <w:r w:rsidRPr="004A4D96">
        <w:rPr>
          <w:rFonts w:hAnsi="宋体" w:cs="Arial Unicode MS" w:hint="eastAsia"/>
        </w:rPr>
        <w:t>正在以</w:t>
      </w:r>
      <w:r w:rsidRPr="004A4D96">
        <w:rPr>
          <w:rFonts w:hAnsi="宋体" w:cs="Arial Unicode MS"/>
        </w:rPr>
        <w:t>“My After</w:t>
      </w:r>
      <w:r w:rsidRPr="004A4D96">
        <w:rPr>
          <w:rFonts w:hAnsi="宋体" w:cs="Arial Unicode MS" w:hint="eastAsia"/>
        </w:rPr>
        <w:t>­</w:t>
      </w:r>
      <w:r w:rsidRPr="004A4D96">
        <w:rPr>
          <w:rFonts w:hAnsi="宋体" w:cs="Arial Unicode MS"/>
        </w:rPr>
        <w:t>School Activities</w:t>
      </w:r>
      <w:r w:rsidRPr="004A4D96">
        <w:rPr>
          <w:rFonts w:hAnsi="宋体" w:cs="Arial Unicode MS" w:hint="eastAsia"/>
        </w:rPr>
        <w:t>”为题举行征文活动，请根据下列表格中提示的信息，用英语写一篇</w:t>
      </w:r>
      <w:r w:rsidRPr="004A4D96">
        <w:rPr>
          <w:rFonts w:hAnsi="宋体" w:cs="Arial Unicode MS"/>
        </w:rPr>
        <w:t>70</w:t>
      </w:r>
      <w:r w:rsidRPr="004A4D96">
        <w:rPr>
          <w:rFonts w:hAnsi="宋体" w:cs="Arial Unicode MS" w:hint="eastAsia"/>
        </w:rPr>
        <w:t>词左右的短文。</w:t>
      </w:r>
    </w:p>
    <w:tbl>
      <w:tblPr>
        <w:tblW w:w="5323" w:type="dxa"/>
        <w:jc w:val="center"/>
        <w:tblInd w:w="1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2268"/>
        <w:gridCol w:w="2062"/>
      </w:tblGrid>
      <w:tr w:rsidTr="007E7E52">
        <w:tblPrEx>
          <w:tblW w:w="5323" w:type="dxa"/>
          <w:jc w:val="center"/>
          <w:tblInd w:w="185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jc w:val="center"/>
        </w:trPr>
        <w:tc>
          <w:tcPr>
            <w:tcW w:w="993" w:type="dxa"/>
            <w:vAlign w:val="center"/>
          </w:tcPr>
          <w:p w:rsidR="00842A6B" w:rsidRPr="004A4D96" w:rsidP="00FE5E5F">
            <w:pPr>
              <w:pStyle w:val="PlainText"/>
              <w:jc w:val="center"/>
              <w:rPr>
                <w:rFonts w:hAnsi="宋体" w:cs="Arial Unicode MS"/>
              </w:rPr>
            </w:pPr>
          </w:p>
        </w:tc>
        <w:tc>
          <w:tcPr>
            <w:tcW w:w="2268" w:type="dxa"/>
            <w:vAlign w:val="center"/>
          </w:tcPr>
          <w:p w:rsidR="00842A6B" w:rsidRPr="004A4D96" w:rsidP="00FE5E5F">
            <w:pPr>
              <w:pStyle w:val="PlainText"/>
              <w:jc w:val="center"/>
              <w:rPr>
                <w:rFonts w:hAnsi="宋体" w:cs="Arial Unicode MS"/>
              </w:rPr>
            </w:pPr>
            <w:r w:rsidRPr="004A4D96">
              <w:rPr>
                <w:rFonts w:hAnsi="宋体" w:cs="Arial Unicode MS" w:hint="eastAsia"/>
              </w:rPr>
              <w:t>活动</w:t>
            </w:r>
          </w:p>
        </w:tc>
        <w:tc>
          <w:tcPr>
            <w:tcW w:w="2062" w:type="dxa"/>
            <w:vAlign w:val="center"/>
          </w:tcPr>
          <w:p w:rsidR="00842A6B" w:rsidRPr="004A4D96" w:rsidP="00FE5E5F">
            <w:pPr>
              <w:pStyle w:val="PlainText"/>
              <w:jc w:val="center"/>
              <w:rPr>
                <w:rFonts w:hAnsi="宋体" w:cs="Arial Unicode MS"/>
              </w:rPr>
            </w:pPr>
            <w:r w:rsidRPr="004A4D96">
              <w:rPr>
                <w:rFonts w:hAnsi="宋体" w:cs="Arial Unicode MS" w:hint="eastAsia"/>
              </w:rPr>
              <w:t>关注点</w:t>
            </w:r>
          </w:p>
        </w:tc>
      </w:tr>
      <w:tr w:rsidTr="007E7E52">
        <w:tblPrEx>
          <w:tblW w:w="5323" w:type="dxa"/>
          <w:jc w:val="center"/>
          <w:tblInd w:w="1856" w:type="dxa"/>
          <w:tblLayout w:type="fixed"/>
          <w:tblLook w:val="0000"/>
        </w:tblPrEx>
        <w:trPr>
          <w:jc w:val="center"/>
        </w:trPr>
        <w:tc>
          <w:tcPr>
            <w:tcW w:w="993" w:type="dxa"/>
            <w:vAlign w:val="center"/>
          </w:tcPr>
          <w:p w:rsidR="00842A6B" w:rsidRPr="004A4D96" w:rsidP="00FE5E5F">
            <w:pPr>
              <w:pStyle w:val="PlainText"/>
              <w:jc w:val="center"/>
              <w:rPr>
                <w:rFonts w:hAnsi="宋体" w:cs="Arial Unicode MS"/>
              </w:rPr>
            </w:pPr>
            <w:r w:rsidRPr="004A4D96">
              <w:rPr>
                <w:rFonts w:hAnsi="宋体" w:cs="Arial Unicode MS" w:hint="eastAsia"/>
              </w:rPr>
              <w:t>过去</w:t>
            </w:r>
          </w:p>
        </w:tc>
        <w:tc>
          <w:tcPr>
            <w:tcW w:w="2268" w:type="dxa"/>
            <w:vAlign w:val="center"/>
          </w:tcPr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1.</w:t>
            </w:r>
            <w:r w:rsidRPr="004A4D96">
              <w:rPr>
                <w:rFonts w:hAnsi="宋体" w:cs="Arial Unicode MS" w:hint="eastAsia"/>
              </w:rPr>
              <w:t>看电视；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 xml:space="preserve">2. </w:t>
            </w:r>
            <w:r w:rsidRPr="004A4D96">
              <w:rPr>
                <w:rFonts w:hAnsi="宋体" w:cs="Arial Unicode MS" w:hint="eastAsia"/>
              </w:rPr>
              <w:t>……</w:t>
            </w:r>
            <w:r w:rsidRPr="004A4D96">
              <w:rPr>
                <w:rFonts w:hAnsi="宋体" w:cs="Arial Unicode MS"/>
              </w:rPr>
              <w:tab/>
            </w:r>
          </w:p>
        </w:tc>
        <w:tc>
          <w:tcPr>
            <w:tcW w:w="2062" w:type="dxa"/>
            <w:vAlign w:val="center"/>
          </w:tcPr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 w:hint="eastAsia"/>
              </w:rPr>
              <w:t>自己</w:t>
            </w:r>
          </w:p>
        </w:tc>
      </w:tr>
      <w:tr w:rsidTr="007E7E52">
        <w:tblPrEx>
          <w:tblW w:w="5323" w:type="dxa"/>
          <w:jc w:val="center"/>
          <w:tblInd w:w="1856" w:type="dxa"/>
          <w:tblLayout w:type="fixed"/>
          <w:tblLook w:val="0000"/>
        </w:tblPrEx>
        <w:trPr>
          <w:jc w:val="center"/>
        </w:trPr>
        <w:tc>
          <w:tcPr>
            <w:tcW w:w="993" w:type="dxa"/>
            <w:vAlign w:val="center"/>
          </w:tcPr>
          <w:p w:rsidR="00842A6B" w:rsidRPr="004A4D96" w:rsidP="00FE5E5F">
            <w:pPr>
              <w:pStyle w:val="PlainText"/>
              <w:jc w:val="center"/>
              <w:rPr>
                <w:rFonts w:hAnsi="宋体" w:cs="Arial Unicode MS"/>
              </w:rPr>
            </w:pPr>
            <w:r w:rsidRPr="004A4D96">
              <w:rPr>
                <w:rFonts w:hAnsi="宋体" w:cs="Arial Unicode MS" w:hint="eastAsia"/>
              </w:rPr>
              <w:t>现在</w:t>
            </w:r>
          </w:p>
        </w:tc>
        <w:tc>
          <w:tcPr>
            <w:tcW w:w="2268" w:type="dxa"/>
            <w:vAlign w:val="center"/>
          </w:tcPr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>1.</w:t>
            </w:r>
            <w:r w:rsidRPr="004A4D96">
              <w:rPr>
                <w:rFonts w:hAnsi="宋体" w:cs="Arial Unicode MS" w:hint="eastAsia"/>
              </w:rPr>
              <w:t>和家长交流；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 xml:space="preserve">2. </w:t>
            </w:r>
            <w:r w:rsidRPr="004A4D96">
              <w:rPr>
                <w:rFonts w:hAnsi="宋体" w:cs="Arial Unicode MS" w:hint="eastAsia"/>
              </w:rPr>
              <w:t>做志愿者；</w:t>
            </w:r>
          </w:p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/>
              </w:rPr>
              <w:t xml:space="preserve">3. </w:t>
            </w:r>
            <w:r w:rsidRPr="004A4D96">
              <w:rPr>
                <w:rFonts w:hAnsi="宋体" w:cs="Arial Unicode MS" w:hint="eastAsia"/>
              </w:rPr>
              <w:t>……</w:t>
            </w:r>
            <w:r w:rsidRPr="004A4D96">
              <w:rPr>
                <w:rFonts w:hAnsi="宋体" w:cs="Arial Unicode MS"/>
              </w:rPr>
              <w:tab/>
            </w:r>
          </w:p>
        </w:tc>
        <w:tc>
          <w:tcPr>
            <w:tcW w:w="2062" w:type="dxa"/>
            <w:vAlign w:val="center"/>
          </w:tcPr>
          <w:p w:rsidR="00842A6B" w:rsidRPr="004A4D96" w:rsidP="007E7E52">
            <w:pPr>
              <w:pStyle w:val="PlainText"/>
              <w:jc w:val="left"/>
              <w:rPr>
                <w:rFonts w:hAnsi="宋体" w:cs="Arial Unicode MS"/>
              </w:rPr>
            </w:pPr>
            <w:r w:rsidRPr="004A4D96">
              <w:rPr>
                <w:rFonts w:hAnsi="宋体" w:cs="Arial Unicode MS" w:hint="eastAsia"/>
              </w:rPr>
              <w:t>家庭……</w:t>
            </w:r>
          </w:p>
        </w:tc>
      </w:tr>
      <w:tr w:rsidTr="00732266">
        <w:tblPrEx>
          <w:tblW w:w="5323" w:type="dxa"/>
          <w:jc w:val="center"/>
          <w:tblInd w:w="1856" w:type="dxa"/>
          <w:tblLayout w:type="fixed"/>
          <w:tblLook w:val="0000"/>
        </w:tblPrEx>
        <w:trPr>
          <w:jc w:val="center"/>
        </w:trPr>
        <w:tc>
          <w:tcPr>
            <w:tcW w:w="5323" w:type="dxa"/>
            <w:gridSpan w:val="3"/>
            <w:vAlign w:val="center"/>
          </w:tcPr>
          <w:p w:rsidR="00842A6B" w:rsidRPr="004A4D96" w:rsidP="00FE5E5F">
            <w:pPr>
              <w:pStyle w:val="PlainText"/>
              <w:jc w:val="center"/>
              <w:rPr>
                <w:rFonts w:hAnsi="宋体" w:cs="Arial Unicode MS"/>
              </w:rPr>
            </w:pPr>
            <w:r w:rsidRPr="004A4D96">
              <w:rPr>
                <w:rFonts w:hAnsi="宋体" w:cs="Arial Unicode MS" w:hint="eastAsia"/>
              </w:rPr>
              <w:t>我们在成长，我们应该……</w:t>
            </w:r>
          </w:p>
        </w:tc>
      </w:tr>
    </w:tbl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　　参考词汇：交流</w:t>
      </w:r>
      <w:r w:rsidRPr="004A4D96">
        <w:rPr>
          <w:rFonts w:hAnsi="宋体" w:cs="Arial Unicode MS"/>
        </w:rPr>
        <w:t xml:space="preserve"> communication</w:t>
      </w:r>
      <w:r w:rsidRPr="004A4D96">
        <w:rPr>
          <w:rFonts w:hAnsi="宋体" w:cs="Arial Unicode MS" w:hint="eastAsia"/>
        </w:rPr>
        <w:t>；志愿者</w:t>
      </w:r>
      <w:r w:rsidRPr="004A4D96">
        <w:rPr>
          <w:rFonts w:hAnsi="宋体" w:cs="Arial Unicode MS"/>
        </w:rPr>
        <w:t xml:space="preserve"> volunteer</w:t>
      </w:r>
      <w:r w:rsidRPr="004A4D96">
        <w:rPr>
          <w:rFonts w:hAnsi="宋体" w:cs="Arial Unicode MS" w:hint="eastAsia"/>
        </w:rPr>
        <w:t>；成长</w:t>
      </w:r>
      <w:r w:rsidRPr="004A4D96">
        <w:rPr>
          <w:rFonts w:hAnsi="宋体" w:cs="Arial Unicode MS"/>
        </w:rPr>
        <w:t xml:space="preserve"> grow up</w:t>
      </w:r>
    </w:p>
    <w:p w:rsidR="00842A6B" w:rsidRPr="004A4D96" w:rsidP="009E4FD2">
      <w:pPr>
        <w:widowControl/>
        <w:jc w:val="left"/>
        <w:rPr>
          <w:rFonts w:ascii="宋体" w:cs="Arial Unicode MS"/>
          <w:szCs w:val="21"/>
        </w:rPr>
      </w:pPr>
    </w:p>
    <w:p w:rsidR="00842A6B" w:rsidRPr="004A4D96">
      <w:pPr>
        <w:widowControl/>
        <w:jc w:val="left"/>
        <w:rPr>
          <w:rFonts w:ascii="宋体" w:cs="Arial Unicode MS"/>
          <w:b/>
          <w:sz w:val="30"/>
          <w:szCs w:val="30"/>
        </w:rPr>
      </w:pPr>
      <w:r w:rsidRPr="004A4D96">
        <w:rPr>
          <w:rFonts w:ascii="宋体" w:cs="Arial Unicode MS"/>
          <w:b/>
          <w:sz w:val="30"/>
          <w:szCs w:val="30"/>
        </w:rPr>
        <w:br w:type="page"/>
      </w:r>
    </w:p>
    <w:p w:rsidR="00842A6B" w:rsidRPr="004A4D96" w:rsidP="004A4D96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Ⅰ</w:t>
      </w:r>
      <w:r w:rsidRPr="004A4D96">
        <w:rPr>
          <w:rFonts w:hAnsi="宋体" w:cs="Arial Unicode MS"/>
        </w:rPr>
        <w:t>.1.C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 xml:space="preserve"> 2.B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3.A</w:t>
      </w:r>
      <w:r>
        <w:rPr>
          <w:rFonts w:hAnsi="宋体" w:cs="Arial Unicode MS"/>
        </w:rPr>
        <w:t xml:space="preserve">  </w:t>
      </w:r>
      <w:r w:rsidRPr="004A4D96">
        <w:rPr>
          <w:rFonts w:hAnsi="宋体" w:cs="Arial Unicode MS"/>
        </w:rPr>
        <w:t>4. C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 xml:space="preserve"> 5.B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6.B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 xml:space="preserve"> 7.B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8.B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9.C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10.A</w:t>
      </w:r>
    </w:p>
    <w:p w:rsidR="00842A6B" w:rsidRPr="004A4D96" w:rsidP="004A4D96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Ⅱ</w:t>
      </w:r>
      <w:r w:rsidRPr="004A4D96">
        <w:rPr>
          <w:rFonts w:hAnsi="宋体" w:cs="Arial Unicode MS"/>
        </w:rPr>
        <w:t>.11.A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12.C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13.D14.D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15.B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16.A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17.C18.D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 xml:space="preserve"> 19.B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 xml:space="preserve"> 20.C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Ⅲ</w:t>
      </w:r>
      <w:r w:rsidRPr="004A4D96">
        <w:rPr>
          <w:rFonts w:hAnsi="宋体" w:cs="Arial Unicode MS"/>
        </w:rPr>
        <w:t>.21</w:t>
      </w:r>
      <w:r w:rsidRPr="004A4D96">
        <w:rPr>
          <w:rFonts w:hAnsi="宋体" w:cs="Arial Unicode MS" w:hint="eastAsia"/>
        </w:rPr>
        <w:t>－</w:t>
      </w:r>
      <w:r w:rsidRPr="004A4D96">
        <w:rPr>
          <w:rFonts w:hAnsi="宋体" w:cs="Arial Unicode MS"/>
        </w:rPr>
        <w:t>25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BBACD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26</w:t>
      </w:r>
      <w:r w:rsidRPr="004A4D96">
        <w:rPr>
          <w:rFonts w:hAnsi="宋体" w:cs="Arial Unicode MS" w:hint="eastAsia"/>
        </w:rPr>
        <w:t>－</w:t>
      </w:r>
      <w:r w:rsidRPr="004A4D96">
        <w:rPr>
          <w:rFonts w:hAnsi="宋体" w:cs="Arial Unicode MS"/>
        </w:rPr>
        <w:t>30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ABACD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Ⅳ</w:t>
      </w:r>
      <w:r w:rsidRPr="004A4D96">
        <w:rPr>
          <w:rFonts w:hAnsi="宋体" w:cs="Arial Unicode MS"/>
        </w:rPr>
        <w:t>.31.activities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32.thinking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33.at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34.healthy</w:t>
      </w:r>
      <w:r w:rsidRPr="004A4D96">
        <w:rPr>
          <w:rFonts w:hAnsi="宋体" w:cs="Arial Unicode MS" w:hint="eastAsia"/>
        </w:rPr>
        <w:t>　</w:t>
      </w:r>
      <w:r w:rsidRPr="004A4D96">
        <w:rPr>
          <w:rFonts w:hAnsi="宋体" w:cs="Arial Unicode MS"/>
        </w:rPr>
        <w:t>35.volleyball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 w:hint="eastAsia"/>
        </w:rPr>
        <w:t>Ⅴ</w:t>
      </w:r>
      <w:r w:rsidRPr="004A4D96">
        <w:rPr>
          <w:rFonts w:hAnsi="宋体" w:cs="Arial Unicode MS"/>
        </w:rPr>
        <w:t>.A)36.The dictionary is very useful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37.We are going to </w:t>
      </w:r>
      <w:smartTag w:uri="urn:schemas-microsoft-com:office:smarttags" w:element="place">
        <w:smartTag w:uri="urn:schemas-microsoft-com:office:smarttags" w:element="City">
          <w:r w:rsidRPr="004A4D96">
            <w:rPr>
              <w:rFonts w:hAnsi="宋体" w:cs="Arial Unicode MS"/>
            </w:rPr>
            <w:t>Shanghai</w:t>
          </w:r>
        </w:smartTag>
      </w:smartTag>
      <w:r w:rsidRPr="004A4D96">
        <w:rPr>
          <w:rFonts w:hAnsi="宋体" w:cs="Arial Unicode MS"/>
        </w:rPr>
        <w:t xml:space="preserve"> tomorrow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38.I often help my mother with housework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39.The girl practices English every morning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40.I enjoy playing an instrument in my free time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B) </w:t>
      </w:r>
      <w:r w:rsidRPr="004A4D96">
        <w:rPr>
          <w:rFonts w:hAnsi="宋体" w:cs="Arial Unicode MS"/>
          <w:b/>
        </w:rPr>
        <w:t>One possible version</w:t>
      </w:r>
      <w:r w:rsidRPr="004A4D96">
        <w:rPr>
          <w:rFonts w:hAnsi="宋体" w:cs="Arial Unicode MS" w:hint="eastAsia"/>
        </w:rPr>
        <w:t>：</w:t>
      </w:r>
    </w:p>
    <w:p w:rsidR="00842A6B" w:rsidRPr="004A4D96" w:rsidP="007E7E52">
      <w:pPr>
        <w:pStyle w:val="PlainText"/>
        <w:ind w:firstLine="400" w:firstLineChars="200"/>
        <w:jc w:val="center"/>
        <w:rPr>
          <w:rFonts w:hAnsi="宋体" w:cs="Arial Unicode MS"/>
        </w:rPr>
      </w:pPr>
      <w:r w:rsidRPr="004A4D96">
        <w:rPr>
          <w:rFonts w:hAnsi="宋体" w:cs="Arial Unicode MS"/>
        </w:rPr>
        <w:t>My After</w:t>
      </w:r>
      <w:r w:rsidRPr="004A4D96">
        <w:rPr>
          <w:rFonts w:hAnsi="宋体" w:cs="Arial Unicode MS" w:hint="eastAsia"/>
        </w:rPr>
        <w:t>­</w:t>
      </w:r>
      <w:r w:rsidRPr="004A4D96">
        <w:rPr>
          <w:rFonts w:hAnsi="宋体" w:cs="Arial Unicode MS"/>
        </w:rPr>
        <w:t>School Activities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In the past, I often watched TV or played computer games at home in my free time. Sometimes I went out to play football with my friends. And I only cared about my own feelings and never cared about others.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>But now, I often have a communication with my parents, and let them know what I think and what I want to do. And now I am a volunteer. I often help people in need. I don't think only about myself, but about others. This makes me feel happy.</w:t>
      </w:r>
    </w:p>
    <w:p w:rsidR="00842A6B" w:rsidRPr="004A4D96" w:rsidP="007E7E52">
      <w:pPr>
        <w:pStyle w:val="PlainText"/>
        <w:ind w:firstLine="400" w:firstLineChars="200"/>
        <w:rPr>
          <w:rFonts w:hAnsi="宋体" w:cs="Arial Unicode MS"/>
        </w:rPr>
      </w:pPr>
      <w:r w:rsidRPr="004A4D96">
        <w:rPr>
          <w:rFonts w:hAnsi="宋体" w:cs="Arial Unicode MS"/>
        </w:rPr>
        <w:t xml:space="preserve">We are growing up. We should think more about others. And we should do some meaningful things. </w:t>
      </w:r>
    </w:p>
    <w:p w:rsidR="00842A6B" w:rsidRPr="004A4D96" w:rsidP="009E4FD2">
      <w:pPr>
        <w:tabs>
          <w:tab w:val="left" w:pos="1064"/>
        </w:tabs>
        <w:rPr>
          <w:rFonts w:ascii="宋体" w:cs="Arial Unicode MS"/>
        </w:rPr>
      </w:pPr>
    </w:p>
    <w:sectPr w:rsidSect="005B1662">
      <w:headerReference w:type="even" r:id="rId5"/>
      <w:headerReference w:type="default" r:id="rId6"/>
      <w:headerReference w:type="first" r:id="rId7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A6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2439759" o:spid="_x0000_s2049" type="#_x0000_t75" style="height:95.85pt;margin-left:0;margin-top:0;mso-position-horizontal:center;mso-position-horizontal-relative:margin;mso-position-vertical:center;mso-position-vertical-relative:margin;position:absolute;width:414.65pt;z-index:-251657216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A6B" w:rsidRPr="008C39E8" w:rsidP="00984036">
    <w:pPr>
      <w:pStyle w:val="Header"/>
      <w:tabs>
        <w:tab w:val="left" w:pos="7770"/>
        <w:tab w:val="clear" w:pos="8306"/>
      </w:tabs>
      <w:ind w:firstLine="200" w:firstLineChars="100"/>
      <w:jc w:val="both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A6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2439758" o:spid="_x0000_s2050" type="#_x0000_t75" style="height:95.85pt;margin-left:0;margin-top:0;mso-position-horizontal:center;mso-position-horizontal-relative:margin;mso-position-vertical:center;mso-position-vertical-relative:margin;position:absolute;width:414.65pt;z-index:-25165824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04E0"/>
    <w:multiLevelType w:val="hybridMultilevel"/>
    <w:tmpl w:val="A56499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70F4F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E4FD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E4FD2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E4FD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E4FD2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4FD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4FD2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E4FD2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E4FD2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E4FD2"/>
    <w:rPr>
      <w:rFonts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E4FD2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E4FD2"/>
    <w:rPr>
      <w:rFonts w:cs="Times New Roman"/>
      <w:b/>
      <w:bCs/>
      <w:kern w:val="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E4FD2"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E4FD2"/>
    <w:rPr>
      <w:rFonts w:cs="Times New Roman"/>
      <w:b/>
      <w:bCs/>
      <w:kern w:val="2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E4FD2"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E4FD2"/>
    <w:rPr>
      <w:rFonts w:cs="Times New Roman"/>
      <w:b/>
      <w:bCs/>
      <w:kern w:val="2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E4FD2"/>
    <w:rPr>
      <w:rFonts w:ascii="Cambria" w:eastAsia="宋体" w:hAnsi="Cambria" w:cs="Times New Roman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770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70F4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70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0F4F"/>
    <w:rPr>
      <w:rFonts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B700AB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700AB"/>
    <w:rPr>
      <w:rFonts w:ascii="宋体" w:eastAsia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71291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291C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5</Pages>
  <Words>1210</Words>
  <Characters>6900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38</cp:revision>
  <dcterms:created xsi:type="dcterms:W3CDTF">2018-03-26T11:46:00Z</dcterms:created>
  <dcterms:modified xsi:type="dcterms:W3CDTF">2019-03-22T23:54:00Z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