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pStyle w:val="NormalWeb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839"/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6"/>
          <w:szCs w:val="26"/>
        </w:rPr>
      </w:pPr>
      <w:r>
        <w:rPr>
          <w:rStyle w:val="Strong"/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3pt;margin-left:897pt;margin-top:13in;mso-position-horizontal-relative:page;mso-position-vertical-relative:top-margin-area;position:absolute;width:29pt;z-index:251658240">
            <v:imagedata r:id="rId4" o:title=""/>
          </v:shape>
        </w:pict>
      </w:r>
      <w:r>
        <w:rPr>
          <w:rStyle w:val="Strong"/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6"/>
          <w:szCs w:val="26"/>
        </w:rPr>
        <w:t>2018年下学期7年级第三次月考听力材料及答案</w:t>
      </w:r>
    </w:p>
    <w:p>
      <w:pPr>
        <w:pStyle w:val="NormalWeb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839"/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6"/>
          <w:szCs w:val="26"/>
        </w:rPr>
      </w:pPr>
      <w:r>
        <w:rPr>
          <w:rStyle w:val="Strong"/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6"/>
          <w:szCs w:val="26"/>
        </w:rPr>
        <w:br/>
      </w:r>
    </w:p>
    <w:p>
      <w:pPr>
        <w:pStyle w:val="NormalWeb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6"/>
          <w:szCs w:val="26"/>
        </w:rPr>
      </w:pP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第一节</w:t>
      </w:r>
      <w:r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 </w:t>
      </w: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听下面</w:t>
      </w:r>
      <w:r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5</w:t>
      </w: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段对话  根据所听到的内容，选择相应的图画。听每段对话前，你将有时间阅读各个小题，每小题</w:t>
      </w:r>
      <w:r>
        <w:rPr>
          <w:rFonts w:ascii="Times New Roman" w:hAnsi="Times New Roman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5</w:t>
      </w: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秒钟；听完后，每小题将给出</w:t>
      </w:r>
      <w:r>
        <w:rPr>
          <w:rFonts w:ascii="Times New Roman" w:hAnsi="Times New Roman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5</w:t>
      </w: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秒钟的作答时间。</w:t>
      </w:r>
    </w:p>
    <w:p>
      <w:pPr>
        <w:pStyle w:val="NormalWeb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 w:line="314" w:lineRule="atLeast"/>
        <w:ind w:left="0" w:right="0" w:firstLine="0"/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6"/>
          <w:szCs w:val="26"/>
        </w:rPr>
      </w:pP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1. W: What</w:t>
      </w:r>
      <w:r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’</w:t>
      </w: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s that over there?           </w:t>
      </w:r>
    </w:p>
    <w:p>
      <w:pPr>
        <w:pStyle w:val="NormalWeb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 w:line="314" w:lineRule="atLeast"/>
        <w:ind w:left="0" w:right="0" w:firstLine="0"/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6"/>
          <w:szCs w:val="26"/>
        </w:rPr>
      </w:pP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   M: It</w:t>
      </w:r>
      <w:r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’</w:t>
      </w: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s a dictionary.</w:t>
      </w:r>
    </w:p>
    <w:p>
      <w:pPr>
        <w:pStyle w:val="NormalWeb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 w:line="314" w:lineRule="atLeast"/>
        <w:ind w:left="0" w:right="0" w:firstLine="0"/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6"/>
          <w:szCs w:val="26"/>
        </w:rPr>
      </w:pP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2. W: Where is</w:t>
      </w:r>
      <w:r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 </w:t>
      </w: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t</w:t>
      </w:r>
      <w:r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he pencil box</w:t>
      </w: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?</w:t>
      </w:r>
    </w:p>
    <w:p>
      <w:pPr>
        <w:pStyle w:val="NormalWeb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 w:line="314" w:lineRule="atLeast"/>
        <w:ind w:left="0" w:right="0" w:firstLine="209"/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6"/>
          <w:szCs w:val="26"/>
        </w:rPr>
      </w:pP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M: It</w:t>
      </w:r>
      <w:r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 is on the chair.</w:t>
      </w:r>
    </w:p>
    <w:p>
      <w:pPr>
        <w:pStyle w:val="NormalWeb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 w:line="314" w:lineRule="atLeast"/>
        <w:ind w:left="0" w:right="0" w:firstLine="0"/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6"/>
          <w:szCs w:val="26"/>
        </w:rPr>
      </w:pP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3. W: Do you have a soccer ball?</w:t>
      </w:r>
    </w:p>
    <w:p>
      <w:pPr>
        <w:pStyle w:val="NormalWeb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 w:line="314" w:lineRule="atLeast"/>
        <w:ind w:left="0" w:right="0" w:firstLine="209"/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6"/>
          <w:szCs w:val="26"/>
        </w:rPr>
      </w:pP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M: No, but I have a baseball.</w:t>
      </w:r>
    </w:p>
    <w:p>
      <w:pPr>
        <w:pStyle w:val="NormalWeb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 w:line="314" w:lineRule="atLeast"/>
        <w:ind w:left="0" w:right="0" w:firstLine="0"/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6"/>
          <w:szCs w:val="26"/>
        </w:rPr>
      </w:pP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4. W: What color is the watch?</w:t>
      </w:r>
    </w:p>
    <w:p>
      <w:pPr>
        <w:pStyle w:val="NormalWeb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 w:line="314" w:lineRule="atLeast"/>
        <w:ind w:left="0" w:right="0" w:firstLine="209"/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6"/>
          <w:szCs w:val="26"/>
        </w:rPr>
      </w:pP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M: It</w:t>
      </w:r>
      <w:r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’</w:t>
      </w: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s white.</w:t>
      </w:r>
    </w:p>
    <w:p>
      <w:pPr>
        <w:pStyle w:val="NormalWeb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 w:line="314" w:lineRule="atLeast"/>
        <w:ind w:left="0" w:right="0" w:firstLine="0"/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6"/>
          <w:szCs w:val="26"/>
        </w:rPr>
      </w:pP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5. W: What do you like to eat?</w:t>
      </w:r>
    </w:p>
    <w:p>
      <w:pPr>
        <w:pStyle w:val="NormalWeb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 w:line="314" w:lineRule="atLeast"/>
        <w:ind w:left="0" w:right="0" w:firstLine="0"/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6"/>
          <w:szCs w:val="26"/>
        </w:rPr>
      </w:pP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    M: Hamburgers.</w:t>
      </w:r>
      <w:r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 </w:t>
      </w:r>
    </w:p>
    <w:p>
      <w:pPr>
        <w:pStyle w:val="NormalWeb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6"/>
          <w:szCs w:val="26"/>
        </w:rPr>
      </w:pP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第二节：对话理解，听下面的对话或独白，从题中所给的</w:t>
      </w:r>
      <w:r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A</w:t>
      </w: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、</w:t>
      </w:r>
      <w:r>
        <w:rPr>
          <w:rFonts w:ascii="Times New Roman" w:hAnsi="Times New Roman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B</w:t>
      </w: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、</w:t>
      </w:r>
      <w:r>
        <w:rPr>
          <w:rFonts w:ascii="Times New Roman" w:hAnsi="Times New Roman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C</w:t>
      </w: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三个选项中选出最佳答案。听每段对话前，你将有时间阅读各个小题，每小题</w:t>
      </w:r>
      <w:r>
        <w:rPr>
          <w:rFonts w:ascii="Times New Roman" w:hAnsi="Times New Roman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5</w:t>
      </w: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秒钟，听完后，各小题将给出</w:t>
      </w:r>
      <w:r>
        <w:rPr>
          <w:rFonts w:ascii="Times New Roman" w:hAnsi="Times New Roman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5</w:t>
      </w: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秒钟的作答时间。</w:t>
      </w:r>
    </w:p>
    <w:p>
      <w:pPr>
        <w:pStyle w:val="NormalWeb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6"/>
          <w:szCs w:val="26"/>
        </w:rPr>
      </w:pP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听下面的对话，回答第</w:t>
      </w:r>
      <w:r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6</w:t>
      </w: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小题 </w:t>
      </w:r>
    </w:p>
    <w:p>
      <w:pPr>
        <w:pStyle w:val="NormalWeb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6"/>
          <w:szCs w:val="26"/>
        </w:rPr>
      </w:pPr>
      <w:r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W</w:t>
      </w: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：</w:t>
      </w:r>
      <w:r>
        <w:rPr>
          <w:rFonts w:ascii="Times New Roman" w:hAnsi="Times New Roman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Is this your pencil</w:t>
      </w: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, </w:t>
      </w:r>
      <w:r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Jack?</w:t>
      </w:r>
    </w:p>
    <w:p>
      <w:pPr>
        <w:pStyle w:val="NormalWeb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6"/>
          <w:szCs w:val="26"/>
        </w:rPr>
      </w:pPr>
      <w:r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M</w:t>
      </w: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：</w:t>
      </w:r>
      <w:r>
        <w:rPr>
          <w:rFonts w:ascii="Times New Roman" w:hAnsi="Times New Roman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No</w:t>
      </w: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, </w:t>
      </w:r>
      <w:r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it isn't.</w:t>
      </w: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 </w:t>
      </w:r>
      <w:r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Mine is green.</w:t>
      </w:r>
    </w:p>
    <w:p>
      <w:pPr>
        <w:pStyle w:val="NormalWeb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6"/>
          <w:szCs w:val="26"/>
        </w:rPr>
      </w:pP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听下面的对话，回答第</w:t>
      </w:r>
      <w:r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7</w:t>
      </w: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小题</w:t>
      </w:r>
    </w:p>
    <w:p>
      <w:pPr>
        <w:pStyle w:val="NormalWeb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6"/>
          <w:szCs w:val="26"/>
        </w:rPr>
      </w:pP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W: T</w:t>
      </w:r>
      <w:r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his blue jacket looks nice.</w:t>
      </w: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 </w:t>
      </w:r>
      <w:r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How much is it?</w:t>
      </w: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 </w:t>
      </w:r>
    </w:p>
    <w:p>
      <w:pPr>
        <w:pStyle w:val="NormalWeb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6"/>
          <w:szCs w:val="26"/>
        </w:rPr>
      </w:pP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M: </w:t>
      </w:r>
      <w:r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Ten dollars.</w:t>
      </w:r>
    </w:p>
    <w:p>
      <w:pPr>
        <w:pStyle w:val="NormalWeb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6"/>
          <w:szCs w:val="26"/>
        </w:rPr>
      </w:pP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听下面的对话，回答第</w:t>
      </w:r>
      <w:r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8</w:t>
      </w: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小题</w:t>
      </w:r>
    </w:p>
    <w:p>
      <w:pPr>
        <w:pStyle w:val="NormalWeb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 w:line="314" w:lineRule="atLeast"/>
        <w:ind w:left="0" w:right="0" w:firstLine="0"/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6"/>
          <w:szCs w:val="26"/>
        </w:rPr>
      </w:pP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W:</w:t>
      </w:r>
      <w:r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 Where is our teacher</w:t>
      </w: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, Alan</w:t>
      </w:r>
      <w:r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?</w:t>
      </w: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 </w:t>
      </w:r>
    </w:p>
    <w:p>
      <w:pPr>
        <w:pStyle w:val="NormalWeb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 w:line="314" w:lineRule="atLeast"/>
        <w:ind w:left="0" w:right="0" w:firstLine="0"/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6"/>
          <w:szCs w:val="26"/>
        </w:rPr>
      </w:pP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M: Oh, he is i</w:t>
      </w:r>
      <w:r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n the library</w:t>
      </w: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.</w:t>
      </w:r>
    </w:p>
    <w:p>
      <w:pPr>
        <w:pStyle w:val="NormalWeb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6"/>
          <w:szCs w:val="26"/>
        </w:rPr>
      </w:pP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听下面的对话，回答第</w:t>
      </w:r>
      <w:r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9</w:t>
      </w: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小题</w:t>
      </w:r>
    </w:p>
    <w:p>
      <w:pPr>
        <w:pStyle w:val="NormalWeb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6"/>
          <w:szCs w:val="26"/>
        </w:rPr>
      </w:pP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W：</w:t>
      </w:r>
      <w:r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Hi</w:t>
      </w: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, Alice！</w:t>
      </w:r>
      <w:r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I lost my schoolbag.</w:t>
      </w: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 </w:t>
      </w:r>
      <w:r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Do you see it?</w:t>
      </w: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FF0000"/>
          <w:spacing w:val="8"/>
          <w:sz w:val="21"/>
          <w:szCs w:val="21"/>
        </w:rPr>
        <w:t> </w:t>
      </w:r>
    </w:p>
    <w:p>
      <w:pPr>
        <w:pStyle w:val="NormalWeb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6"/>
          <w:szCs w:val="26"/>
        </w:rPr>
      </w:pP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M：</w:t>
      </w:r>
      <w:r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No</w:t>
      </w: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, I don</w:t>
      </w:r>
      <w:r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’</w:t>
      </w: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t.</w:t>
      </w:r>
      <w:r>
        <w:rPr>
          <w:rFonts w:ascii="MingLiU_HKSCS" w:eastAsia="MingLiU_HKSCS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 </w:t>
      </w:r>
    </w:p>
    <w:p>
      <w:pPr>
        <w:pStyle w:val="NormalWeb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6"/>
          <w:szCs w:val="26"/>
        </w:rPr>
      </w:pP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听下面的对话，回答第</w:t>
      </w:r>
      <w:r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10</w:t>
      </w: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小题</w:t>
      </w:r>
    </w:p>
    <w:p>
      <w:pPr>
        <w:pStyle w:val="NormalWeb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6"/>
          <w:szCs w:val="26"/>
        </w:rPr>
      </w:pPr>
      <w:r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W</w:t>
      </w: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: </w:t>
      </w:r>
      <w:r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What do you eat for lunch</w:t>
      </w: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, Frank?</w:t>
      </w:r>
    </w:p>
    <w:p>
      <w:pPr>
        <w:pStyle w:val="NormalWeb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6"/>
          <w:szCs w:val="26"/>
        </w:rPr>
      </w:pPr>
      <w:r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M: Bread and chicken.</w:t>
      </w:r>
    </w:p>
    <w:p>
      <w:pPr>
        <w:pStyle w:val="NormalWeb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6"/>
          <w:szCs w:val="26"/>
        </w:rPr>
      </w:pP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听下面的对话，回答</w:t>
      </w:r>
      <w:r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11-12</w:t>
      </w: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小题</w:t>
      </w:r>
    </w:p>
    <w:p>
      <w:pPr>
        <w:pStyle w:val="NormalWeb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6"/>
          <w:szCs w:val="26"/>
        </w:rPr>
      </w:pPr>
      <w:r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M</w:t>
      </w: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：What</w:t>
      </w:r>
      <w:r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’</w:t>
      </w: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s that</w:t>
      </w:r>
      <w:r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 on the table</w:t>
      </w: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, </w:t>
      </w:r>
      <w:r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Lucy?</w:t>
      </w:r>
    </w:p>
    <w:p>
      <w:pPr>
        <w:pStyle w:val="NormalWeb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6"/>
          <w:szCs w:val="26"/>
        </w:rPr>
      </w:pPr>
      <w:r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W</w:t>
      </w: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：It</w:t>
      </w:r>
      <w:r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’</w:t>
      </w: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s an English book</w:t>
      </w:r>
      <w:r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.</w:t>
      </w:r>
    </w:p>
    <w:p>
      <w:pPr>
        <w:pStyle w:val="NormalWeb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6"/>
          <w:szCs w:val="26"/>
        </w:rPr>
      </w:pPr>
      <w:r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M</w:t>
      </w: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：Is it yours</w:t>
      </w:r>
      <w:r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?</w:t>
      </w:r>
    </w:p>
    <w:p>
      <w:pPr>
        <w:pStyle w:val="NormalWeb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6"/>
          <w:szCs w:val="26"/>
        </w:rPr>
      </w:pPr>
      <w:r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W</w:t>
      </w: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：No, </w:t>
      </w:r>
      <w:r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it's </w:t>
      </w: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Lily</w:t>
      </w:r>
      <w:r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’</w:t>
      </w: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s</w:t>
      </w:r>
      <w:r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.</w:t>
      </w: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 </w:t>
      </w: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FF0000"/>
          <w:spacing w:val="8"/>
          <w:sz w:val="21"/>
          <w:szCs w:val="21"/>
        </w:rPr>
        <w:t> </w:t>
      </w:r>
    </w:p>
    <w:p>
      <w:pPr>
        <w:pStyle w:val="NormalWeb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6"/>
          <w:szCs w:val="26"/>
        </w:rPr>
      </w:pP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听下面的对话，回答</w:t>
      </w:r>
      <w:r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13-14</w:t>
      </w: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小题</w:t>
      </w:r>
    </w:p>
    <w:p>
      <w:pPr>
        <w:pStyle w:val="NormalWeb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6"/>
          <w:szCs w:val="26"/>
        </w:rPr>
      </w:pPr>
      <w:r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M</w:t>
      </w: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：</w:t>
      </w:r>
      <w:r>
        <w:rPr>
          <w:rFonts w:ascii="Times New Roman" w:hAnsi="Times New Roman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Do you like sports</w:t>
      </w: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, Cindy?</w:t>
      </w:r>
    </w:p>
    <w:p>
      <w:pPr>
        <w:pStyle w:val="NormalWeb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6"/>
          <w:szCs w:val="26"/>
        </w:rPr>
      </w:pP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W：</w:t>
      </w:r>
      <w:r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Yes</w:t>
      </w: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, I do. I have 3 basketballs, 5 volleyballs and 6 baseballs.</w:t>
      </w:r>
    </w:p>
    <w:p>
      <w:pPr>
        <w:pStyle w:val="NormalWeb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6"/>
          <w:szCs w:val="26"/>
        </w:rPr>
      </w:pP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M：</w:t>
      </w:r>
      <w:r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Well</w:t>
      </w: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, let's play volleyball.</w:t>
      </w:r>
    </w:p>
    <w:p>
      <w:pPr>
        <w:pStyle w:val="NormalWeb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6"/>
          <w:szCs w:val="26"/>
        </w:rPr>
      </w:pP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W：</w:t>
      </w:r>
      <w:r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That sounds good.</w:t>
      </w: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 </w:t>
      </w:r>
    </w:p>
    <w:p>
      <w:pPr>
        <w:pStyle w:val="NormalWeb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6"/>
          <w:szCs w:val="26"/>
        </w:rPr>
      </w:pP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听下面的对话</w:t>
      </w:r>
      <w:r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,</w:t>
      </w: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回答第</w:t>
      </w:r>
      <w:r>
        <w:rPr>
          <w:rFonts w:ascii="Times New Roman" w:hAnsi="Times New Roman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15—17</w:t>
      </w: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小题。</w:t>
      </w:r>
    </w:p>
    <w:p>
      <w:pPr>
        <w:pStyle w:val="NormalWeb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6"/>
          <w:szCs w:val="26"/>
        </w:rPr>
      </w:pPr>
      <w:r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W</w:t>
      </w: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：</w:t>
      </w:r>
      <w:r>
        <w:rPr>
          <w:rFonts w:ascii="Times New Roman" w:hAnsi="Times New Roman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Who is he</w:t>
      </w: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, John?</w:t>
      </w:r>
    </w:p>
    <w:p>
      <w:pPr>
        <w:pStyle w:val="NormalWeb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6"/>
          <w:szCs w:val="26"/>
        </w:rPr>
      </w:pP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M：</w:t>
      </w:r>
      <w:r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He is my brother David.</w:t>
      </w:r>
    </w:p>
    <w:p>
      <w:pPr>
        <w:pStyle w:val="NormalWeb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6"/>
          <w:szCs w:val="26"/>
        </w:rPr>
      </w:pP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W：</w:t>
      </w:r>
      <w:r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Is the black radio under the desk his?</w:t>
      </w:r>
    </w:p>
    <w:p>
      <w:pPr>
        <w:pStyle w:val="NormalWeb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6"/>
          <w:szCs w:val="26"/>
        </w:rPr>
      </w:pP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M：</w:t>
      </w:r>
      <w:r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No</w:t>
      </w: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, it isn't. It's my cousin Paul's. The computer game on the desk is David's.</w:t>
      </w:r>
    </w:p>
    <w:p>
      <w:pPr>
        <w:pStyle w:val="NormalWeb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6"/>
          <w:szCs w:val="26"/>
        </w:rPr>
      </w:pP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W：</w:t>
      </w:r>
      <w:r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What's under the computer game?</w:t>
      </w:r>
    </w:p>
    <w:p>
      <w:pPr>
        <w:pStyle w:val="NormalWeb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6"/>
          <w:szCs w:val="26"/>
        </w:rPr>
      </w:pP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M：</w:t>
      </w:r>
      <w:r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Oh</w:t>
      </w: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, it's my family photo.  </w:t>
      </w:r>
    </w:p>
    <w:p>
      <w:pPr>
        <w:pStyle w:val="NormalWeb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6"/>
          <w:szCs w:val="26"/>
        </w:rPr>
      </w:pP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听下面一段独白</w:t>
      </w:r>
      <w:r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,</w:t>
      </w: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回答第</w:t>
      </w:r>
      <w:r>
        <w:rPr>
          <w:rFonts w:ascii="Times New Roman" w:hAnsi="Times New Roman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18—20</w:t>
      </w: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小题。</w:t>
      </w:r>
    </w:p>
    <w:p>
      <w:pPr>
        <w:pStyle w:val="NormalWeb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 w:line="382" w:lineRule="atLeast"/>
        <w:ind w:left="0" w:right="0" w:firstLine="0"/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6"/>
          <w:szCs w:val="26"/>
        </w:rPr>
      </w:pPr>
      <w:r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What do my </w:t>
      </w: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friend</w:t>
      </w:r>
      <w:r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s do after school</w:t>
      </w: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？</w:t>
      </w:r>
      <w:r>
        <w:rPr>
          <w:rFonts w:ascii="Times New Roman" w:hAnsi="Times New Roman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Gina likes to watch TV.</w:t>
      </w: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 </w:t>
      </w:r>
      <w:r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She thinks it is relaxing.</w:t>
      </w: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 </w:t>
      </w:r>
      <w:r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Betty and Linda play ping</w:t>
      </w:r>
      <w:r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softHyphen/>
        <w:t>pong at school.</w:t>
      </w: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 </w:t>
      </w:r>
      <w:r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It is interesting for them.</w:t>
      </w: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 </w:t>
      </w:r>
      <w:r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Nick and some other boys play basketball.</w:t>
      </w: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 </w:t>
      </w:r>
      <w:r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It is easy for him</w:t>
      </w: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, so he can play it well. Tony goes home </w:t>
      </w:r>
      <w:r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and plays computer games.</w:t>
      </w: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 </w:t>
      </w:r>
    </w:p>
    <w:p>
      <w:pPr>
        <w:pStyle w:val="NormalWeb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 w:line="382" w:lineRule="atLeast"/>
        <w:ind w:left="0" w:right="0" w:firstLine="0"/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6"/>
          <w:szCs w:val="26"/>
        </w:rPr>
      </w:pP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9"/>
          <w:szCs w:val="29"/>
        </w:rPr>
        <w:t>参考答案：</w:t>
      </w:r>
    </w:p>
    <w:p>
      <w:pPr>
        <w:pStyle w:val="NormalWeb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6"/>
          <w:szCs w:val="26"/>
        </w:rPr>
      </w:pPr>
      <w:r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1</w:t>
      </w: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----</w:t>
      </w:r>
      <w:r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20</w:t>
      </w:r>
      <w:r>
        <w:rPr>
          <w:rFonts w:ascii="黑体" w:eastAsia="黑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  ABCBC</w:t>
      </w: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  </w:t>
      </w:r>
      <w:r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  </w:t>
      </w: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    BCBAB        CBABA        BCABB</w:t>
      </w:r>
    </w:p>
    <w:p>
      <w:pPr>
        <w:pStyle w:val="NormalWeb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 w:line="239" w:lineRule="atLeast"/>
        <w:ind w:left="0" w:right="0" w:firstLine="0"/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6"/>
          <w:szCs w:val="26"/>
        </w:rPr>
      </w:pP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21</w:t>
      </w:r>
      <w:r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—</w:t>
      </w: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30  CCAAA    BBCBC   31</w:t>
      </w:r>
      <w:r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—</w:t>
      </w: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35 BBAAB    36</w:t>
      </w:r>
      <w:r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—</w:t>
      </w: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40 BABAA</w:t>
      </w:r>
    </w:p>
    <w:p>
      <w:pPr>
        <w:pStyle w:val="NormalWeb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/>
        <w:ind w:left="0" w:right="0" w:firstLine="0"/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6"/>
          <w:szCs w:val="26"/>
        </w:rPr>
      </w:pPr>
      <w:r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41—45</w:t>
      </w: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 </w:t>
      </w:r>
      <w:r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 CBCCA </w:t>
      </w: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   46</w:t>
      </w:r>
      <w:r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—</w:t>
      </w: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50 BCBCB     51--55CAEBD</w:t>
      </w:r>
    </w:p>
    <w:p>
      <w:pPr>
        <w:pStyle w:val="NormalWeb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 w:line="314" w:lineRule="atLeast"/>
        <w:ind w:left="0" w:right="0" w:firstLine="0"/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6"/>
          <w:szCs w:val="26"/>
        </w:rPr>
      </w:pP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56. an      57.is         58.has          59.They        60. sports</w:t>
      </w:r>
    </w:p>
    <w:p>
      <w:pPr>
        <w:pStyle w:val="NormalWeb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 w:line="314" w:lineRule="atLeast"/>
        <w:ind w:left="0" w:right="0" w:firstLine="0"/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6"/>
          <w:szCs w:val="26"/>
        </w:rPr>
      </w:pP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61.likes     62. But      63. basketballs    64.play         65.with</w:t>
      </w:r>
    </w:p>
    <w:p>
      <w:pPr>
        <w:pStyle w:val="NormalWeb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 w:line="382" w:lineRule="atLeast"/>
        <w:ind w:left="0" w:right="0" w:firstLine="0"/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6"/>
          <w:szCs w:val="26"/>
        </w:rPr>
      </w:pP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 </w:t>
      </w:r>
    </w:p>
    <w:p>
      <w:pPr>
        <w:pStyle w:val="NormalWeb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 w:line="382" w:lineRule="atLeast"/>
        <w:ind w:left="0" w:right="0" w:firstLine="0"/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6"/>
          <w:szCs w:val="26"/>
        </w:rPr>
      </w:pP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66. Can I help you?</w:t>
      </w:r>
    </w:p>
    <w:p>
      <w:pPr>
        <w:pStyle w:val="NormalWeb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 w:line="382" w:lineRule="atLeast"/>
        <w:ind w:left="0" w:right="0" w:firstLine="0"/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6"/>
          <w:szCs w:val="26"/>
        </w:rPr>
      </w:pP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67. What color do you like?</w:t>
      </w:r>
    </w:p>
    <w:p>
      <w:pPr>
        <w:pStyle w:val="NormalWeb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 w:line="382" w:lineRule="atLeast"/>
        <w:ind w:left="0" w:right="0" w:firstLine="0"/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6"/>
          <w:szCs w:val="26"/>
        </w:rPr>
      </w:pP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68. How much is it?</w:t>
      </w:r>
    </w:p>
    <w:p>
      <w:pPr>
        <w:pStyle w:val="NormalWeb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 w:line="382" w:lineRule="atLeast"/>
        <w:ind w:left="0" w:right="0" w:firstLine="0"/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6"/>
          <w:szCs w:val="26"/>
        </w:rPr>
      </w:pP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69. I</w:t>
      </w:r>
      <w:r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’</w:t>
      </w: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ll take it.</w:t>
      </w:r>
    </w:p>
    <w:p>
      <w:pPr>
        <w:pStyle w:val="NormalWeb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 w:line="382" w:lineRule="atLeast"/>
        <w:ind w:left="0" w:right="0" w:firstLine="0"/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6"/>
          <w:szCs w:val="26"/>
        </w:rPr>
      </w:pP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70. Thank you.</w:t>
      </w:r>
    </w:p>
    <w:p>
      <w:pPr>
        <w:pStyle w:val="NormalWeb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 w:line="382" w:lineRule="atLeast"/>
        <w:ind w:left="0" w:right="0" w:firstLine="0"/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6"/>
          <w:szCs w:val="26"/>
        </w:rPr>
      </w:pP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 </w:t>
      </w:r>
    </w:p>
    <w:p>
      <w:pPr>
        <w:pStyle w:val="NormalWeb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 w:line="382" w:lineRule="atLeast"/>
        <w:ind w:left="0" w:right="0" w:firstLine="0"/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6"/>
          <w:szCs w:val="26"/>
        </w:rPr>
      </w:pP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71. Yes, she does.</w:t>
      </w:r>
    </w:p>
    <w:p>
      <w:pPr>
        <w:pStyle w:val="NormalWeb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 w:line="382" w:lineRule="atLeast"/>
        <w:ind w:left="0" w:right="0" w:firstLine="0"/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6"/>
          <w:szCs w:val="26"/>
        </w:rPr>
      </w:pP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72. 16/Sixteen.</w:t>
      </w:r>
    </w:p>
    <w:p>
      <w:pPr>
        <w:pStyle w:val="NormalWeb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 w:line="382" w:lineRule="atLeast"/>
        <w:ind w:left="0" w:right="0" w:firstLine="0"/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6"/>
          <w:szCs w:val="26"/>
        </w:rPr>
      </w:pP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73. Yao Ming.</w:t>
      </w:r>
    </w:p>
    <w:p>
      <w:pPr>
        <w:pStyle w:val="NormalWeb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 w:line="382" w:lineRule="atLeast"/>
        <w:ind w:left="0" w:right="0" w:firstLine="0"/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6"/>
          <w:szCs w:val="26"/>
        </w:rPr>
      </w:pP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74.</w:t>
      </w:r>
      <w:r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They are all under her bed.</w:t>
      </w: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 </w:t>
      </w:r>
    </w:p>
    <w:p>
      <w:pPr>
        <w:pStyle w:val="NormalWeb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 w:line="382" w:lineRule="atLeast"/>
        <w:ind w:left="0" w:right="0" w:firstLine="0"/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6"/>
          <w:szCs w:val="26"/>
        </w:rPr>
      </w:pP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75.她只在电视上看它们。</w:t>
      </w:r>
    </w:p>
    <w:p>
      <w:pPr>
        <w:pStyle w:val="NormalWeb"/>
        <w:pBdr>
          <w:top w:val="nil"/>
          <w:left w:val="nil"/>
          <w:bottom w:val="nil"/>
          <w:right w:val="nil"/>
        </w:pBdr>
        <w:shd w:val="clear" w:color="auto" w:fill="FFFFFF"/>
        <w:spacing w:before="89" w:beforeAutospacing="0" w:after="0" w:afterAutospacing="0"/>
        <w:ind w:left="0" w:right="0" w:firstLine="0"/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6"/>
          <w:szCs w:val="26"/>
        </w:rPr>
      </w:pP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书面表达：</w:t>
      </w:r>
    </w:p>
    <w:p>
      <w:pPr>
        <w:pStyle w:val="NormalWeb"/>
        <w:pBdr>
          <w:top w:val="nil"/>
          <w:left w:val="nil"/>
          <w:bottom w:val="nil"/>
          <w:right w:val="nil"/>
        </w:pBdr>
        <w:shd w:val="clear" w:color="auto" w:fill="FFFFFF"/>
        <w:spacing w:before="89" w:beforeAutospacing="0" w:after="0" w:afterAutospacing="0"/>
        <w:ind w:left="0" w:right="0" w:firstLine="0"/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6"/>
          <w:szCs w:val="26"/>
        </w:rPr>
      </w:pP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M</w:t>
      </w:r>
      <w:r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y friend Li</w:t>
      </w: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 Ming</w:t>
      </w:r>
      <w:r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 has healthy eating habit</w:t>
      </w: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s</w:t>
      </w:r>
      <w:r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.</w:t>
      </w: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 </w:t>
      </w:r>
      <w:r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He has </w:t>
      </w: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eggs, </w:t>
      </w:r>
      <w:r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milk and bread for breakfast.</w:t>
      </w: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 </w:t>
      </w:r>
      <w:r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For lunch</w:t>
      </w: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，</w:t>
      </w:r>
      <w:r>
        <w:rPr>
          <w:rFonts w:ascii="Times New Roman" w:hAnsi="Times New Roman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he likes salad and vegetables</w:t>
      </w:r>
      <w:r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.</w:t>
      </w: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 </w:t>
      </w:r>
      <w:r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After lunch</w:t>
      </w: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，</w:t>
      </w:r>
      <w:r>
        <w:rPr>
          <w:rFonts w:ascii="Times New Roman" w:hAnsi="Times New Roman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he eats some fruit.</w:t>
      </w: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 </w:t>
      </w:r>
      <w:r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He likes apples and strawberries.</w:t>
      </w: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 </w:t>
      </w:r>
      <w:r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He likes </w:t>
      </w: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chicken and bananas for dinner. He likes ice cream very much. But he doesn</w:t>
      </w:r>
      <w:r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’</w:t>
      </w: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t eat it </w:t>
      </w:r>
      <w:r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because he doesn't want to be fat</w:t>
      </w: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.</w:t>
      </w:r>
      <w:r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 </w:t>
      </w: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He is very healthy</w:t>
      </w:r>
      <w:r>
        <w:rPr>
          <w:rFonts w:ascii="-apple-system-font" w:hAnsi="-apple-system-font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 </w:t>
      </w: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333333"/>
          <w:spacing w:val="8"/>
          <w:sz w:val="21"/>
          <w:szCs w:val="21"/>
        </w:rPr>
        <w:t> </w:t>
      </w:r>
      <w:r>
        <w:rPr>
          <w:rFonts w:ascii="宋体" w:eastAsia="宋体" w:hint="eastAsia"/>
          <w:b w:val="0"/>
          <w:bCs w:val="0"/>
          <w:i w:val="0"/>
          <w:iCs w:val="0"/>
          <w:caps w:val="0"/>
          <w:smallCaps w:val="0"/>
          <w:vanish w:val="0"/>
          <w:color w:val="FF0000"/>
          <w:spacing w:val="8"/>
          <w:sz w:val="21"/>
          <w:szCs w:val="21"/>
        </w:rPr>
        <w:t>          </w:t>
      </w:r>
    </w:p>
    <w:p>
      <w:bookmarkStart w:id="0" w:name="_GoBack"/>
      <w:bookmarkEnd w:id="0"/>
    </w:p>
    <w:sectPr>
      <w:pgSz w:w="11907" w:h="16839"/>
      <w:pgMar w:top="1440" w:right="1800" w:bottom="1440" w:left="1800" w:header="851" w:footer="992" w:gutter="0"/>
      <w:cols w:space="72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-apple-system-font">
    <w:panose1 w:val="00000000000000000000"/>
    <w:charset w:val="00"/>
    <w:family w:val="auto"/>
    <w:pitch w:val="variable"/>
    <w:sig w:usb0="00000000" w:usb1="00000000" w:usb2="00000000" w:usb3="00000000" w:csb0="00000000" w:csb1="00000000"/>
  </w:font>
  <w:font w:name="宋体">
    <w:panose1 w:val="02010600030101010101"/>
    <w:charset w:val="86"/>
    <w:family w:val="auto"/>
    <w:pitch w:val="variable"/>
    <w:sig w:usb0="00000003" w:usb1="080E0000" w:usb2="00000000" w:usb3="00000000" w:csb0="00040001" w:csb1="00000000"/>
  </w:font>
  <w:font w:name="Times New Roman">
    <w:panose1 w:val="02020603050405020304"/>
    <w:charset w:val="00"/>
    <w:family w:val="auto"/>
    <w:pitch w:val="variable"/>
    <w:sig w:usb0="00000A87" w:usb1="00000000" w:usb2="00000000" w:usb3="00000000" w:csb0="400001BF" w:csb1="DFF70000"/>
  </w:font>
  <w:font w:name="MingLiU_HKSCS">
    <w:panose1 w:val="02020509000000000000"/>
    <w:charset w:val="88"/>
    <w:family w:val="script"/>
    <w:pitch w:val="variable"/>
    <w:sig w:usb0="A00002FF" w:usb1="28CFFCFA" w:usb2="00000016" w:usb3="00000000" w:csb0="00100001" w:csb1="00000000"/>
  </w:font>
  <w:font w:name="黑体">
    <w:panose1 w:val="02010600030101010101"/>
    <w:charset w:val="86"/>
    <w:family w:val="auto"/>
    <w:pitch w:val="variable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variable"/>
    <w:sig w:usb0="00007A87" w:usb1="80000000" w:usb2="00000008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characterSpacingControl w:val="compressPunctuation"/>
  <w:compat>
    <w:spaceForUL/>
    <w:balanceSingleByteDoubleByteWidth/>
    <w:ulTrailSpace/>
    <w:doNotExpandShiftReturn/>
    <w:adjustLineHeightInTable/>
    <w:growAutofit/>
    <w:useAltKinsokuLineBreakRules/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widowControl w:val="0"/>
      <w:spacing w:line="240" w:lineRule="auto"/>
      <w:jc w:val="both"/>
    </w:pPr>
    <w:rPr>
      <w:rFonts w:ascii="Times New Roman" w:eastAsia="宋体" w:hAnsi="Times New Roman"/>
      <w:kern w:val="2"/>
      <w:sz w:val="21"/>
      <w:lang w:val="en-US" w:eastAsia="zh-CN"/>
    </w:rPr>
  </w:style>
  <w:style w:type="paragraph" w:styleId="Heading1">
    <w:name w:val="heading 1"/>
    <w:basedOn w:val="Normal"/>
    <w:next w:val="Normal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paragraph" w:styleId="Heading2">
    <w:name w:val="heading 2"/>
    <w:basedOn w:val="Normal"/>
    <w:next w:val="Normal"/>
    <w:pPr>
      <w:keepNext/>
      <w:keepLines/>
      <w:spacing w:before="260" w:after="260" w:line="415" w:lineRule="auto"/>
      <w:outlineLvl w:val="1"/>
    </w:pPr>
    <w:rPr>
      <w:rFonts w:ascii="Arial" w:eastAsia="黑体" w:hAnsi="Arial"/>
      <w:b/>
      <w:sz w:val="32"/>
    </w:rPr>
  </w:style>
  <w:style w:type="paragraph" w:styleId="Heading3">
    <w:name w:val="heading 3"/>
    <w:basedOn w:val="Normal"/>
    <w:next w:val="Normal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DefaultParagraphFont">
    <w:name w:val="Default Paragraph Font"/>
  </w:style>
  <w:style w:type="character" w:styleId="Strong">
    <w:name w:val="Strong"/>
    <w:rPr>
      <w:b/>
    </w:rPr>
  </w:style>
  <w:style w:type="paragraph" w:styleId="NormalWeb">
    <w:name w:val="Normal (Web)"/>
    <w:pPr>
      <w:widowControl w:val="0"/>
      <w:spacing w:before="100" w:beforeAutospacing="1" w:after="100" w:afterAutospacing="1" w:line="240" w:lineRule="auto"/>
      <w:jc w:val="left"/>
    </w:pPr>
    <w:rPr>
      <w:rFonts w:ascii="宋体" w:eastAsia="宋体"/>
      <w:kern w:val="2"/>
      <w:sz w:val="24"/>
      <w:szCs w:val="21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TotalTime>0</TotalTime>
  <Pages>2</Pages>
  <Words>773</Words>
  <Characters>1993</Characters>
  <Application>Microsoft Office Word</Application>
  <DocSecurity>0</DocSecurity>
  <Lines>80</Lines>
  <Paragraphs>66</Paragraphs>
  <ScaleCrop>false</ScaleCrop>
  <Company>china</Company>
  <LinksUpToDate>false</LinksUpToDate>
  <CharactersWithSpaces>2465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china</cp:lastModifiedBy>
  <cp:revision>1</cp:revision>
  <dcterms:created xsi:type="dcterms:W3CDTF">2018-12-17T12:47:45Z</dcterms:created>
  <dcterms:modified xsi:type="dcterms:W3CDTF">2018-12-17T12:48:34Z</dcterms:modified>
</cp:coreProperties>
</file>